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D6ECD" w14:textId="0CFEB804" w:rsidR="006C0651" w:rsidRDefault="006C0651" w:rsidP="006C0651">
      <w:pPr>
        <w:spacing w:line="0" w:lineRule="atLeast"/>
        <w:ind w:left="260"/>
        <w:jc w:val="both"/>
        <w:rPr>
          <w:rFonts w:ascii="Arial" w:eastAsia="Gill Sans MT" w:hAnsi="Arial" w:cs="Arial"/>
          <w:b/>
          <w:bCs/>
          <w:color w:val="002060"/>
          <w:spacing w:val="1"/>
          <w:sz w:val="20"/>
          <w:szCs w:val="20"/>
          <w:lang w:val="ca-ES"/>
        </w:rPr>
      </w:pPr>
      <w:r>
        <w:rPr>
          <w:rFonts w:ascii="Arial" w:eastAsia="Gill Sans MT" w:hAnsi="Arial" w:cs="Arial"/>
          <w:b/>
          <w:bCs/>
          <w:color w:val="002060"/>
          <w:spacing w:val="1"/>
          <w:sz w:val="20"/>
          <w:szCs w:val="20"/>
          <w:lang w:val="ca-ES"/>
        </w:rPr>
        <w:t xml:space="preserve">ANNEX </w:t>
      </w:r>
      <w:r w:rsidR="008977E7">
        <w:rPr>
          <w:rFonts w:ascii="Arial" w:eastAsia="Gill Sans MT" w:hAnsi="Arial" w:cs="Arial"/>
          <w:b/>
          <w:bCs/>
          <w:color w:val="002060"/>
          <w:spacing w:val="1"/>
          <w:sz w:val="20"/>
          <w:szCs w:val="20"/>
          <w:lang w:val="ca-ES"/>
        </w:rPr>
        <w:t>3</w:t>
      </w:r>
    </w:p>
    <w:p w14:paraId="7804E169" w14:textId="77777777" w:rsidR="00706145" w:rsidRDefault="006C0651" w:rsidP="006C0651">
      <w:pPr>
        <w:spacing w:line="0" w:lineRule="atLeast"/>
        <w:ind w:left="260"/>
        <w:jc w:val="both"/>
        <w:rPr>
          <w:rFonts w:ascii="Arial" w:eastAsia="Gill Sans MT" w:hAnsi="Arial" w:cs="Arial"/>
          <w:b/>
          <w:bCs/>
          <w:color w:val="002060"/>
          <w:spacing w:val="1"/>
          <w:sz w:val="20"/>
          <w:szCs w:val="20"/>
        </w:rPr>
      </w:pPr>
      <w:r w:rsidRPr="006C0651">
        <w:rPr>
          <w:rFonts w:ascii="Arial" w:eastAsia="Gill Sans MT" w:hAnsi="Arial" w:cs="Arial"/>
          <w:b/>
          <w:bCs/>
          <w:color w:val="002060"/>
          <w:spacing w:val="1"/>
          <w:sz w:val="20"/>
          <w:szCs w:val="20"/>
          <w:lang w:val="ca-ES"/>
        </w:rPr>
        <w:t>DECLARACIÓ DE SUBMISSIÓ ALS JUTJATS I TRIBUNALS ESPANYOLS</w:t>
      </w:r>
      <w:r w:rsidRPr="009F12BC">
        <w:rPr>
          <w:rFonts w:ascii="Arial" w:eastAsia="Arial" w:hAnsi="Arial"/>
          <w:b/>
        </w:rPr>
        <w:t xml:space="preserve"> </w:t>
      </w:r>
    </w:p>
    <w:p w14:paraId="2C7F8F70" w14:textId="4620EBDA" w:rsidR="006C0651" w:rsidRPr="009F12BC" w:rsidRDefault="006C0651" w:rsidP="006C0651">
      <w:pPr>
        <w:spacing w:line="0" w:lineRule="atLeast"/>
        <w:ind w:left="260"/>
        <w:jc w:val="both"/>
        <w:rPr>
          <w:rFonts w:ascii="Arial" w:eastAsia="Arial" w:hAnsi="Arial"/>
          <w:b/>
        </w:rPr>
      </w:pPr>
      <w:r w:rsidRPr="006C0651">
        <w:rPr>
          <w:rFonts w:ascii="Arial" w:eastAsia="Arial" w:hAnsi="Arial"/>
          <w:b/>
          <w:color w:val="FF0000"/>
        </w:rPr>
        <w:t xml:space="preserve"> (</w:t>
      </w:r>
      <w:proofErr w:type="spellStart"/>
      <w:r w:rsidRPr="006C0651">
        <w:rPr>
          <w:rFonts w:ascii="Arial" w:eastAsia="Arial" w:hAnsi="Arial"/>
          <w:b/>
          <w:color w:val="FF0000"/>
        </w:rPr>
        <w:t>empreses</w:t>
      </w:r>
      <w:proofErr w:type="spellEnd"/>
      <w:r w:rsidRPr="006C0651">
        <w:rPr>
          <w:rFonts w:ascii="Arial" w:eastAsia="Arial" w:hAnsi="Arial"/>
          <w:b/>
          <w:color w:val="FF0000"/>
        </w:rPr>
        <w:t xml:space="preserve"> </w:t>
      </w:r>
      <w:proofErr w:type="spellStart"/>
      <w:r w:rsidRPr="006C0651">
        <w:rPr>
          <w:rFonts w:ascii="Arial" w:eastAsia="Arial" w:hAnsi="Arial"/>
          <w:b/>
          <w:color w:val="FF0000"/>
        </w:rPr>
        <w:t>estrangeres</w:t>
      </w:r>
      <w:proofErr w:type="spellEnd"/>
      <w:r w:rsidRPr="006C0651">
        <w:rPr>
          <w:rFonts w:ascii="Arial" w:eastAsia="Arial" w:hAnsi="Arial"/>
          <w:b/>
          <w:color w:val="FF0000"/>
        </w:rPr>
        <w:t xml:space="preserve">) </w:t>
      </w:r>
    </w:p>
    <w:p w14:paraId="34AE7BAD" w14:textId="77777777" w:rsidR="006C0651" w:rsidRPr="009F12BC" w:rsidRDefault="006C0651" w:rsidP="006C0651">
      <w:pPr>
        <w:spacing w:line="336" w:lineRule="exact"/>
        <w:jc w:val="both"/>
        <w:rPr>
          <w:rFonts w:ascii="Arial" w:eastAsia="Times New Roman" w:hAnsi="Arial"/>
        </w:rPr>
      </w:pPr>
    </w:p>
    <w:p w14:paraId="62D48948" w14:textId="306CFBDB" w:rsidR="006C0651" w:rsidRPr="006C0651" w:rsidRDefault="006C0651" w:rsidP="006C0651">
      <w:pPr>
        <w:spacing w:line="0" w:lineRule="atLeast"/>
        <w:ind w:left="260"/>
        <w:jc w:val="both"/>
        <w:rPr>
          <w:rFonts w:ascii="Arial" w:eastAsia="Arial" w:hAnsi="Arial"/>
          <w:lang w:val="ca-ES"/>
        </w:rPr>
      </w:pPr>
      <w:r w:rsidRPr="006C0651">
        <w:rPr>
          <w:rFonts w:ascii="Arial" w:eastAsia="Arial" w:hAnsi="Arial"/>
          <w:lang w:val="ca-ES"/>
        </w:rPr>
        <w:t>El/la Sr./Sra. ............................................................., amb DNI núm.............. , en nom propi o com a (càrrec)................ de l’empresa (nom).................., en nom i representació d’aquesta empresa, amb residència al carrer........................ número........, i amb NIF................., declara sota la seva responsabilitat que:</w:t>
      </w:r>
    </w:p>
    <w:p w14:paraId="0EA3749D" w14:textId="77777777" w:rsidR="006C0651" w:rsidRPr="006C0651" w:rsidRDefault="006C0651" w:rsidP="006C0651">
      <w:pPr>
        <w:rPr>
          <w:lang w:val="ca-ES"/>
        </w:rPr>
      </w:pPr>
    </w:p>
    <w:p w14:paraId="46C71002" w14:textId="6E7FAA11" w:rsidR="006C0651" w:rsidRPr="006C0651" w:rsidRDefault="006C0651" w:rsidP="006C0651">
      <w:pPr>
        <w:numPr>
          <w:ilvl w:val="0"/>
          <w:numId w:val="41"/>
        </w:numPr>
        <w:spacing w:after="200" w:line="276" w:lineRule="auto"/>
        <w:jc w:val="both"/>
        <w:rPr>
          <w:rFonts w:ascii="Arial" w:eastAsia="Arial" w:hAnsi="Arial"/>
          <w:lang w:val="ca-ES"/>
        </w:rPr>
      </w:pPr>
      <w:r w:rsidRPr="006C0651">
        <w:rPr>
          <w:rFonts w:ascii="Arial" w:eastAsia="Arial" w:hAnsi="Arial"/>
          <w:lang w:val="ca-ES"/>
        </w:rPr>
        <w:t>L’empresa a la que represento es sotmetrà, en cas de resultar adjudicatària, als jutjats i tribunals espanyols de qualsevol ordre per a totes les incidències que puguin sorgir del contracte, amb renúncia expressa al seu propi fur.</w:t>
      </w:r>
    </w:p>
    <w:p w14:paraId="1989CEE1" w14:textId="77777777" w:rsidR="006C0651" w:rsidRPr="006C0651" w:rsidRDefault="006C0651" w:rsidP="006C0651">
      <w:pPr>
        <w:jc w:val="both"/>
        <w:rPr>
          <w:rFonts w:ascii="Arial" w:eastAsia="Arial" w:hAnsi="Arial"/>
          <w:lang w:val="ca-ES"/>
        </w:rPr>
      </w:pPr>
    </w:p>
    <w:p w14:paraId="56D24C61" w14:textId="77777777" w:rsidR="006C0651" w:rsidRPr="006C0651" w:rsidRDefault="006C0651" w:rsidP="006C0651">
      <w:pPr>
        <w:spacing w:line="0" w:lineRule="atLeast"/>
        <w:ind w:left="260"/>
        <w:jc w:val="both"/>
        <w:rPr>
          <w:rFonts w:ascii="Arial" w:eastAsia="Arial" w:hAnsi="Arial"/>
          <w:lang w:val="ca-ES"/>
        </w:rPr>
      </w:pPr>
      <w:r w:rsidRPr="006C0651">
        <w:rPr>
          <w:rFonts w:ascii="Arial" w:eastAsia="Arial" w:hAnsi="Arial"/>
          <w:lang w:val="ca-ES"/>
        </w:rPr>
        <w:t>I perquè consti, signo aquesta declaració.</w:t>
      </w:r>
    </w:p>
    <w:p w14:paraId="5CC8F962" w14:textId="77777777" w:rsidR="006C0651" w:rsidRPr="006C0651" w:rsidRDefault="006C0651" w:rsidP="006C0651">
      <w:pPr>
        <w:spacing w:line="37" w:lineRule="exact"/>
        <w:jc w:val="both"/>
        <w:rPr>
          <w:rFonts w:ascii="Arial" w:eastAsia="Times New Roman" w:hAnsi="Arial"/>
          <w:lang w:val="ca-ES"/>
        </w:rPr>
      </w:pPr>
    </w:p>
    <w:p w14:paraId="2513FDC5" w14:textId="77777777" w:rsidR="006C0651" w:rsidRPr="006C0651" w:rsidRDefault="006C0651" w:rsidP="006C0651">
      <w:pPr>
        <w:spacing w:line="0" w:lineRule="atLeast"/>
        <w:ind w:left="260"/>
        <w:jc w:val="both"/>
        <w:rPr>
          <w:rFonts w:ascii="Arial" w:eastAsia="Arial" w:hAnsi="Arial"/>
          <w:lang w:val="ca-ES"/>
        </w:rPr>
      </w:pPr>
      <w:r w:rsidRPr="006C0651">
        <w:rPr>
          <w:rFonts w:ascii="Arial" w:eastAsia="Arial" w:hAnsi="Arial"/>
          <w:lang w:val="ca-ES"/>
        </w:rPr>
        <w:t>(lloc i data )</w:t>
      </w:r>
    </w:p>
    <w:p w14:paraId="0AFB27E4" w14:textId="77777777" w:rsidR="006C0651" w:rsidRPr="006C0651" w:rsidRDefault="006C0651" w:rsidP="006C0651">
      <w:pPr>
        <w:spacing w:line="40" w:lineRule="exact"/>
        <w:jc w:val="both"/>
        <w:rPr>
          <w:rFonts w:ascii="Arial" w:eastAsia="Times New Roman" w:hAnsi="Arial"/>
          <w:lang w:val="ca-ES"/>
        </w:rPr>
      </w:pPr>
    </w:p>
    <w:p w14:paraId="3B8DBBA0" w14:textId="3A63F81E" w:rsidR="00310566" w:rsidRPr="00AE7A61" w:rsidRDefault="006C0651" w:rsidP="008A7769">
      <w:pPr>
        <w:spacing w:line="0" w:lineRule="atLeast"/>
        <w:ind w:left="260"/>
        <w:jc w:val="both"/>
        <w:rPr>
          <w:rFonts w:ascii="Arial" w:hAnsi="Arial" w:cs="Arial"/>
          <w:color w:val="000000" w:themeColor="text1"/>
          <w:sz w:val="20"/>
          <w:szCs w:val="20"/>
          <w:lang w:val="ca-ES"/>
        </w:rPr>
      </w:pPr>
      <w:r w:rsidRPr="006C0651">
        <w:rPr>
          <w:rFonts w:ascii="Arial" w:eastAsia="Arial" w:hAnsi="Arial"/>
          <w:lang w:val="ca-ES"/>
        </w:rPr>
        <w:t>Signatura</w:t>
      </w:r>
    </w:p>
    <w:sectPr w:rsidR="00310566" w:rsidRPr="00AE7A61" w:rsidSect="005E0A34">
      <w:headerReference w:type="default" r:id="rId11"/>
      <w:footerReference w:type="default" r:id="rId12"/>
      <w:pgSz w:w="11906" w:h="16838"/>
      <w:pgMar w:top="1417" w:right="1701" w:bottom="1417" w:left="1701" w:header="709" w:footer="709" w:gutter="0"/>
      <w:pgBorders w:offsetFrom="page">
        <w:top w:val="single" w:sz="4" w:space="24" w:color="002060"/>
        <w:left w:val="single" w:sz="4" w:space="24" w:color="002060"/>
        <w:bottom w:val="single" w:sz="4" w:space="24" w:color="002060"/>
        <w:right w:val="single" w:sz="4" w:space="24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DB062" w14:textId="77777777" w:rsidR="00507770" w:rsidRDefault="00507770" w:rsidP="002234F6">
      <w:pPr>
        <w:spacing w:after="0" w:line="240" w:lineRule="auto"/>
      </w:pPr>
      <w:r>
        <w:separator/>
      </w:r>
    </w:p>
  </w:endnote>
  <w:endnote w:type="continuationSeparator" w:id="0">
    <w:p w14:paraId="58A0FD1C" w14:textId="77777777" w:rsidR="00507770" w:rsidRDefault="00507770" w:rsidP="002234F6">
      <w:pPr>
        <w:spacing w:after="0" w:line="240" w:lineRule="auto"/>
      </w:pPr>
      <w:r>
        <w:continuationSeparator/>
      </w:r>
    </w:p>
  </w:endnote>
  <w:endnote w:type="continuationNotice" w:id="1">
    <w:p w14:paraId="2F91BF18" w14:textId="77777777" w:rsidR="00507770" w:rsidRDefault="005077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002060"/>
        <w:sz w:val="16"/>
        <w:szCs w:val="16"/>
      </w:rPr>
      <w:id w:val="-161258510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color w:val="002060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F9929C" w14:textId="7632F913" w:rsidR="000A769A" w:rsidRPr="00F37A95" w:rsidRDefault="007E5A8D" w:rsidP="007E5A8D">
            <w:pPr>
              <w:pStyle w:val="Piedepgina"/>
              <w:jc w:val="right"/>
              <w:rPr>
                <w:rFonts w:ascii="Arial" w:hAnsi="Arial" w:cs="Arial"/>
                <w:color w:val="002060"/>
                <w:sz w:val="16"/>
                <w:szCs w:val="16"/>
              </w:rPr>
            </w:pPr>
            <w:proofErr w:type="spellStart"/>
            <w:r w:rsidRPr="00F37A95">
              <w:rPr>
                <w:rFonts w:ascii="Arial" w:hAnsi="Arial" w:cs="Arial"/>
                <w:color w:val="002060"/>
                <w:sz w:val="16"/>
                <w:szCs w:val="16"/>
              </w:rPr>
              <w:t>P</w:t>
            </w:r>
            <w:r w:rsidR="004205A5">
              <w:rPr>
                <w:rFonts w:ascii="Arial" w:hAnsi="Arial" w:cs="Arial"/>
                <w:color w:val="002060"/>
                <w:sz w:val="16"/>
                <w:szCs w:val="16"/>
              </w:rPr>
              <w:t>à</w:t>
            </w:r>
            <w:r w:rsidRPr="00F37A95">
              <w:rPr>
                <w:rFonts w:ascii="Arial" w:hAnsi="Arial" w:cs="Arial"/>
                <w:color w:val="002060"/>
                <w:sz w:val="16"/>
                <w:szCs w:val="16"/>
              </w:rPr>
              <w:t>gina</w:t>
            </w:r>
            <w:proofErr w:type="spellEnd"/>
            <w:r w:rsidRPr="00F37A95">
              <w:rPr>
                <w:rFonts w:ascii="Arial" w:hAnsi="Arial" w:cs="Arial"/>
                <w:color w:val="002060"/>
                <w:sz w:val="16"/>
                <w:szCs w:val="16"/>
              </w:rPr>
              <w:t xml:space="preserve"> </w:t>
            </w:r>
            <w:r w:rsidRPr="00F37A95">
              <w:rPr>
                <w:rFonts w:ascii="Arial" w:hAnsi="Arial" w:cs="Arial"/>
                <w:b/>
                <w:bCs/>
                <w:color w:val="002060"/>
                <w:sz w:val="18"/>
                <w:szCs w:val="18"/>
              </w:rPr>
              <w:fldChar w:fldCharType="begin"/>
            </w:r>
            <w:r w:rsidRPr="00F37A95">
              <w:rPr>
                <w:rFonts w:ascii="Arial" w:hAnsi="Arial" w:cs="Arial"/>
                <w:b/>
                <w:bCs/>
                <w:color w:val="002060"/>
                <w:sz w:val="18"/>
                <w:szCs w:val="18"/>
              </w:rPr>
              <w:instrText>PAGE</w:instrText>
            </w:r>
            <w:r w:rsidRPr="00F37A95">
              <w:rPr>
                <w:rFonts w:ascii="Arial" w:hAnsi="Arial" w:cs="Arial"/>
                <w:b/>
                <w:bCs/>
                <w:color w:val="002060"/>
                <w:sz w:val="18"/>
                <w:szCs w:val="18"/>
              </w:rPr>
              <w:fldChar w:fldCharType="separate"/>
            </w:r>
            <w:r w:rsidRPr="00F37A95">
              <w:rPr>
                <w:rFonts w:ascii="Arial" w:hAnsi="Arial" w:cs="Arial"/>
                <w:b/>
                <w:bCs/>
                <w:color w:val="002060"/>
                <w:sz w:val="18"/>
                <w:szCs w:val="18"/>
              </w:rPr>
              <w:t>2</w:t>
            </w:r>
            <w:r w:rsidRPr="00F37A95">
              <w:rPr>
                <w:rFonts w:ascii="Arial" w:hAnsi="Arial" w:cs="Arial"/>
                <w:b/>
                <w:bCs/>
                <w:color w:val="002060"/>
                <w:sz w:val="18"/>
                <w:szCs w:val="18"/>
              </w:rPr>
              <w:fldChar w:fldCharType="end"/>
            </w:r>
            <w:r w:rsidRPr="00F37A95">
              <w:rPr>
                <w:rFonts w:ascii="Arial" w:hAnsi="Arial" w:cs="Arial"/>
                <w:color w:val="002060"/>
                <w:sz w:val="16"/>
                <w:szCs w:val="16"/>
              </w:rPr>
              <w:t xml:space="preserve"> de </w:t>
            </w:r>
            <w:r w:rsidRPr="00F37A95"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  <w:fldChar w:fldCharType="begin"/>
            </w:r>
            <w:r w:rsidRPr="00F37A95"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  <w:instrText>NUMPAGES</w:instrText>
            </w:r>
            <w:r w:rsidRPr="00F37A95"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  <w:fldChar w:fldCharType="separate"/>
            </w:r>
            <w:r w:rsidRPr="00F37A95"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  <w:t>2</w:t>
            </w:r>
            <w:r w:rsidRPr="00F37A95"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6B762" w14:textId="77777777" w:rsidR="00507770" w:rsidRDefault="00507770" w:rsidP="002234F6">
      <w:pPr>
        <w:spacing w:after="0" w:line="240" w:lineRule="auto"/>
      </w:pPr>
      <w:r>
        <w:separator/>
      </w:r>
    </w:p>
  </w:footnote>
  <w:footnote w:type="continuationSeparator" w:id="0">
    <w:p w14:paraId="53662D7B" w14:textId="77777777" w:rsidR="00507770" w:rsidRDefault="00507770" w:rsidP="002234F6">
      <w:pPr>
        <w:spacing w:after="0" w:line="240" w:lineRule="auto"/>
      </w:pPr>
      <w:r>
        <w:continuationSeparator/>
      </w:r>
    </w:p>
  </w:footnote>
  <w:footnote w:type="continuationNotice" w:id="1">
    <w:p w14:paraId="1778252A" w14:textId="77777777" w:rsidR="00507770" w:rsidRDefault="005077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809" w:type="dxa"/>
      <w:tblLook w:val="04A0" w:firstRow="1" w:lastRow="0" w:firstColumn="1" w:lastColumn="0" w:noHBand="0" w:noVBand="1"/>
    </w:tblPr>
    <w:tblGrid>
      <w:gridCol w:w="4266"/>
      <w:gridCol w:w="4543"/>
    </w:tblGrid>
    <w:tr w:rsidR="00142027" w14:paraId="346B04AD" w14:textId="77777777" w:rsidTr="00743734">
      <w:trPr>
        <w:trHeight w:val="1266"/>
      </w:trPr>
      <w:tc>
        <w:tcPr>
          <w:tcW w:w="4266" w:type="dxa"/>
          <w:hideMark/>
        </w:tcPr>
        <w:p w14:paraId="5FE3D2C6" w14:textId="77777777" w:rsidR="00142027" w:rsidRDefault="00142027" w:rsidP="00142027">
          <w:pPr>
            <w:pStyle w:val="Encabezado"/>
            <w:spacing w:line="252" w:lineRule="auto"/>
          </w:pPr>
          <w:bookmarkStart w:id="0" w:name="_Hlk36132681"/>
          <w:r w:rsidRPr="000B769D">
            <w:rPr>
              <w:rFonts w:ascii="Verdana" w:hAnsi="Verdana"/>
              <w:noProof/>
              <w:sz w:val="16"/>
              <w:lang w:eastAsia="es-ES"/>
            </w:rPr>
            <w:drawing>
              <wp:anchor distT="0" distB="0" distL="114300" distR="114300" simplePos="0" relativeHeight="251658240" behindDoc="0" locked="0" layoutInCell="1" allowOverlap="1" wp14:anchorId="089F3D17" wp14:editId="45D6376C">
                <wp:simplePos x="0" y="0"/>
                <wp:positionH relativeFrom="margin">
                  <wp:posOffset>-76200</wp:posOffset>
                </wp:positionH>
                <wp:positionV relativeFrom="margin">
                  <wp:posOffset>-881380</wp:posOffset>
                </wp:positionV>
                <wp:extent cx="1763395" cy="779780"/>
                <wp:effectExtent l="0" t="0" r="8255" b="1270"/>
                <wp:wrapSquare wrapText="bothSides"/>
                <wp:docPr id="10" name="Imagen 10" descr="Texto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n 10" descr="Texto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3395" cy="779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543" w:type="dxa"/>
          <w:hideMark/>
        </w:tcPr>
        <w:p w14:paraId="0E8875C7" w14:textId="77777777" w:rsidR="00512CCB" w:rsidRDefault="00512CCB" w:rsidP="00142027">
          <w:pPr>
            <w:pStyle w:val="Encabezado"/>
            <w:spacing w:after="240" w:line="252" w:lineRule="auto"/>
            <w:jc w:val="both"/>
            <w:rPr>
              <w:rFonts w:ascii="Arial" w:hAnsi="Arial" w:cs="Arial"/>
              <w:b/>
              <w:bCs/>
              <w:sz w:val="14"/>
              <w:szCs w:val="14"/>
            </w:rPr>
          </w:pPr>
          <w:r w:rsidRPr="00EB0AD4">
            <w:rPr>
              <w:rFonts w:ascii="Arial" w:hAnsi="Arial" w:cs="Arial"/>
              <w:b/>
              <w:bCs/>
              <w:sz w:val="14"/>
              <w:szCs w:val="14"/>
            </w:rPr>
            <w:t>2025RTSB0191</w:t>
          </w:r>
        </w:p>
        <w:p w14:paraId="7849706D" w14:textId="391E7A9B" w:rsidR="00142027" w:rsidRPr="00B310F5" w:rsidRDefault="00512CCB" w:rsidP="00142027">
          <w:pPr>
            <w:pStyle w:val="Encabezado"/>
            <w:spacing w:after="240" w:line="252" w:lineRule="auto"/>
            <w:jc w:val="both"/>
            <w:rPr>
              <w:rFonts w:ascii="Arial" w:hAnsi="Arial" w:cs="Arial"/>
              <w:b/>
              <w:bCs/>
              <w:sz w:val="14"/>
              <w:szCs w:val="14"/>
              <w:highlight w:val="yellow"/>
            </w:rPr>
          </w:pPr>
          <w:proofErr w:type="spellStart"/>
          <w:r w:rsidRPr="006B0150">
            <w:rPr>
              <w:rFonts w:ascii="Arial" w:hAnsi="Arial" w:cs="Arial"/>
              <w:b/>
              <w:bCs/>
              <w:sz w:val="14"/>
              <w:szCs w:val="14"/>
            </w:rPr>
            <w:t>Establiment</w:t>
          </w:r>
          <w:proofErr w:type="spellEnd"/>
          <w:r w:rsidRPr="006B0150">
            <w:rPr>
              <w:rFonts w:ascii="Arial" w:hAnsi="Arial" w:cs="Arial"/>
              <w:b/>
              <w:bCs/>
              <w:sz w:val="14"/>
              <w:szCs w:val="14"/>
            </w:rPr>
            <w:t xml:space="preserve"> del Sistema </w:t>
          </w:r>
          <w:proofErr w:type="spellStart"/>
          <w:r w:rsidRPr="006B0150">
            <w:rPr>
              <w:rFonts w:ascii="Arial" w:hAnsi="Arial" w:cs="Arial"/>
              <w:b/>
              <w:bCs/>
              <w:sz w:val="14"/>
              <w:szCs w:val="14"/>
            </w:rPr>
            <w:t>Dinàmic</w:t>
          </w:r>
          <w:proofErr w:type="spellEnd"/>
          <w:r w:rsidRPr="006B0150">
            <w:rPr>
              <w:rFonts w:ascii="Arial" w:hAnsi="Arial" w:cs="Arial"/>
              <w:b/>
              <w:bCs/>
              <w:sz w:val="14"/>
              <w:szCs w:val="14"/>
            </w:rPr>
            <w:t xml:space="preserve"> </w:t>
          </w:r>
          <w:proofErr w:type="spellStart"/>
          <w:r w:rsidRPr="006B0150">
            <w:rPr>
              <w:rFonts w:ascii="Arial" w:hAnsi="Arial" w:cs="Arial"/>
              <w:b/>
              <w:bCs/>
              <w:sz w:val="14"/>
              <w:szCs w:val="14"/>
            </w:rPr>
            <w:t>d'Adquisició</w:t>
          </w:r>
          <w:proofErr w:type="spellEnd"/>
          <w:r w:rsidRPr="006B0150">
            <w:rPr>
              <w:rFonts w:ascii="Arial" w:hAnsi="Arial" w:cs="Arial"/>
              <w:b/>
              <w:bCs/>
              <w:sz w:val="14"/>
              <w:szCs w:val="14"/>
            </w:rPr>
            <w:t xml:space="preserve"> </w:t>
          </w:r>
          <w:proofErr w:type="spellStart"/>
          <w:r w:rsidRPr="001469F3">
            <w:rPr>
              <w:rFonts w:ascii="Arial" w:hAnsi="Arial" w:cs="Arial"/>
              <w:b/>
              <w:bCs/>
              <w:sz w:val="14"/>
              <w:szCs w:val="14"/>
            </w:rPr>
            <w:t>pel</w:t>
          </w:r>
          <w:proofErr w:type="spellEnd"/>
          <w:r w:rsidRPr="001469F3">
            <w:rPr>
              <w:rFonts w:ascii="Arial" w:hAnsi="Arial" w:cs="Arial"/>
              <w:b/>
              <w:bCs/>
              <w:sz w:val="14"/>
              <w:szCs w:val="14"/>
            </w:rPr>
            <w:t xml:space="preserve"> </w:t>
          </w:r>
          <w:proofErr w:type="spellStart"/>
          <w:r w:rsidRPr="001469F3">
            <w:rPr>
              <w:rFonts w:ascii="Arial" w:hAnsi="Arial" w:cs="Arial"/>
              <w:b/>
              <w:bCs/>
              <w:sz w:val="14"/>
              <w:szCs w:val="14"/>
            </w:rPr>
            <w:t>subministr</w:t>
          </w:r>
          <w:r>
            <w:rPr>
              <w:rFonts w:ascii="Arial" w:hAnsi="Arial" w:cs="Arial"/>
              <w:b/>
              <w:bCs/>
              <w:sz w:val="14"/>
              <w:szCs w:val="14"/>
            </w:rPr>
            <w:t>ament</w:t>
          </w:r>
          <w:proofErr w:type="spellEnd"/>
          <w:r w:rsidRPr="001469F3">
            <w:rPr>
              <w:rFonts w:ascii="Arial" w:hAnsi="Arial" w:cs="Arial"/>
              <w:b/>
              <w:bCs/>
              <w:sz w:val="14"/>
              <w:szCs w:val="14"/>
            </w:rPr>
            <w:t xml:space="preserve"> </w:t>
          </w:r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de </w:t>
          </w:r>
          <w:proofErr w:type="spellStart"/>
          <w:r>
            <w:rPr>
              <w:rFonts w:ascii="Arial" w:hAnsi="Arial" w:cs="Arial"/>
              <w:b/>
              <w:bCs/>
              <w:sz w:val="14"/>
              <w:szCs w:val="14"/>
            </w:rPr>
            <w:t>motors</w:t>
          </w:r>
          <w:proofErr w:type="spellEnd"/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 de </w:t>
          </w:r>
          <w:proofErr w:type="spellStart"/>
          <w:r>
            <w:rPr>
              <w:rFonts w:ascii="Arial" w:hAnsi="Arial" w:cs="Arial"/>
              <w:b/>
              <w:bCs/>
              <w:sz w:val="14"/>
              <w:szCs w:val="14"/>
            </w:rPr>
            <w:t>baixa</w:t>
          </w:r>
          <w:proofErr w:type="spellEnd"/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4"/>
              <w:szCs w:val="14"/>
            </w:rPr>
            <w:t>tensió</w:t>
          </w:r>
          <w:proofErr w:type="spellEnd"/>
          <w:r>
            <w:rPr>
              <w:rFonts w:ascii="Arial" w:hAnsi="Arial" w:cs="Arial"/>
              <w:b/>
              <w:bCs/>
              <w:sz w:val="14"/>
              <w:szCs w:val="14"/>
            </w:rPr>
            <w:t xml:space="preserve"> </w:t>
          </w:r>
          <w:proofErr w:type="spellStart"/>
          <w:r>
            <w:rPr>
              <w:rFonts w:ascii="Arial" w:hAnsi="Arial" w:cs="Arial"/>
              <w:b/>
              <w:bCs/>
              <w:sz w:val="14"/>
              <w:szCs w:val="14"/>
            </w:rPr>
            <w:t>d’ATL</w:t>
          </w:r>
          <w:proofErr w:type="spellEnd"/>
          <w:r w:rsidRPr="001469F3">
            <w:rPr>
              <w:rFonts w:ascii="Arial" w:hAnsi="Arial" w:cs="Arial"/>
              <w:b/>
              <w:bCs/>
              <w:sz w:val="14"/>
              <w:szCs w:val="14"/>
            </w:rPr>
            <w:t>.</w:t>
          </w:r>
        </w:p>
      </w:tc>
      <w:bookmarkEnd w:id="0"/>
    </w:tr>
  </w:tbl>
  <w:p w14:paraId="0FF9929A" w14:textId="451090B4" w:rsidR="000A769A" w:rsidRDefault="00E4581C" w:rsidP="00901466">
    <w:pPr>
      <w:spacing w:after="0"/>
    </w:pPr>
    <w:r>
      <w:rPr>
        <w:rFonts w:ascii="Times New Roman" w:hAnsi="Times New Roman"/>
        <w:noProof/>
        <w:sz w:val="24"/>
        <w:szCs w:val="24"/>
        <w:lang w:eastAsia="es-ES"/>
      </w:rPr>
      <mc:AlternateContent>
        <mc:Choice Requires="wps">
          <w:drawing>
            <wp:anchor distT="45720" distB="45720" distL="114300" distR="114300" simplePos="0" relativeHeight="251658241" behindDoc="1" locked="0" layoutInCell="1" allowOverlap="1" wp14:anchorId="278C2435" wp14:editId="4D0810D6">
              <wp:simplePos x="0" y="0"/>
              <wp:positionH relativeFrom="column">
                <wp:posOffset>-609600</wp:posOffset>
              </wp:positionH>
              <wp:positionV relativeFrom="margin">
                <wp:posOffset>213360</wp:posOffset>
              </wp:positionV>
              <wp:extent cx="340360" cy="3257550"/>
              <wp:effectExtent l="0" t="0" r="21590" b="19050"/>
              <wp:wrapNone/>
              <wp:docPr id="302036997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0360" cy="3257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A49C65" w14:textId="77777777" w:rsidR="00E4581C" w:rsidRPr="007113B3" w:rsidRDefault="00E4581C" w:rsidP="00E4581C">
                          <w:pPr>
                            <w:rPr>
                              <w:color w:val="002060"/>
                              <w:sz w:val="20"/>
                              <w:szCs w:val="20"/>
                            </w:rPr>
                          </w:pPr>
                          <w:r w:rsidRPr="00892E0C">
                            <w:rPr>
                              <w:rFonts w:ascii="Arial" w:hAnsi="Arial" w:cs="Arial"/>
                              <w:color w:val="002060"/>
                              <w:sz w:val="20"/>
                              <w:szCs w:val="20"/>
                            </w:rPr>
                            <w:t>ENS D’ABASTAMENT D’AIGUA TER-LLOBREGAT</w:t>
                          </w:r>
                        </w:p>
                      </w:txbxContent>
                    </wps:txbx>
                    <wps:bodyPr rot="0" vertOverflow="clip" horzOverflow="clip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8C2435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-48pt;margin-top:16.8pt;width:26.8pt;height:256.5pt;z-index:-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" strokecolor="white">
              <v:textbox style="layout-flow:vertical;mso-layout-flow-alt:bottom-to-top">
                <w:txbxContent>
                  <w:p w14:paraId="0BA49C65" w14:textId="77777777" w:rsidR="00E4581C" w:rsidRPr="007113B3" w:rsidRDefault="00E4581C" w:rsidP="00E4581C">
                    <w:pPr>
                      <w:rPr>
                        <w:color w:val="002060"/>
                        <w:sz w:val="20"/>
                        <w:szCs w:val="20"/>
                      </w:rPr>
                    </w:pPr>
                    <w:r w:rsidRPr="00892E0C">
                      <w:rPr>
                        <w:rFonts w:ascii="Arial" w:hAnsi="Arial" w:cs="Arial"/>
                        <w:color w:val="002060"/>
                        <w:sz w:val="20"/>
                        <w:szCs w:val="20"/>
                      </w:rPr>
                      <w:t>ENS D’ABASTAMENT D’AIGUA TER-LLOBREGAT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74B0E98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A117E"/>
    <w:multiLevelType w:val="multilevel"/>
    <w:tmpl w:val="2EA02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C65983"/>
    <w:multiLevelType w:val="hybridMultilevel"/>
    <w:tmpl w:val="9FE6E3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46B79"/>
    <w:multiLevelType w:val="multilevel"/>
    <w:tmpl w:val="5F68A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206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color w:val="00204F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3FC774D"/>
    <w:multiLevelType w:val="hybridMultilevel"/>
    <w:tmpl w:val="145420E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30432"/>
    <w:multiLevelType w:val="hybridMultilevel"/>
    <w:tmpl w:val="5CAC88B8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94D77B4"/>
    <w:multiLevelType w:val="multilevel"/>
    <w:tmpl w:val="FF3C2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9EE2316"/>
    <w:multiLevelType w:val="hybridMultilevel"/>
    <w:tmpl w:val="83F6EE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A5AAD"/>
    <w:multiLevelType w:val="hybridMultilevel"/>
    <w:tmpl w:val="3F8ADA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73223"/>
    <w:multiLevelType w:val="hybridMultilevel"/>
    <w:tmpl w:val="47B69C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FC401C"/>
    <w:multiLevelType w:val="hybridMultilevel"/>
    <w:tmpl w:val="4CD607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160E7F"/>
    <w:multiLevelType w:val="hybridMultilevel"/>
    <w:tmpl w:val="98E058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D6EB1"/>
    <w:multiLevelType w:val="hybridMultilevel"/>
    <w:tmpl w:val="986035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051451"/>
    <w:multiLevelType w:val="hybridMultilevel"/>
    <w:tmpl w:val="A45A9B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CA1D1D"/>
    <w:multiLevelType w:val="multilevel"/>
    <w:tmpl w:val="2EA02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DE022E"/>
    <w:multiLevelType w:val="hybridMultilevel"/>
    <w:tmpl w:val="AB927C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73800"/>
    <w:multiLevelType w:val="multilevel"/>
    <w:tmpl w:val="2EA02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295421"/>
    <w:multiLevelType w:val="hybridMultilevel"/>
    <w:tmpl w:val="8F46D7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10CAD"/>
    <w:multiLevelType w:val="hybridMultilevel"/>
    <w:tmpl w:val="ADDC7DD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2220E"/>
    <w:multiLevelType w:val="hybridMultilevel"/>
    <w:tmpl w:val="F7065522"/>
    <w:lvl w:ilvl="0" w:tplc="B05C47AC">
      <w:start w:val="7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A75C6D"/>
    <w:multiLevelType w:val="hybridMultilevel"/>
    <w:tmpl w:val="13DC58A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74B86"/>
    <w:multiLevelType w:val="hybridMultilevel"/>
    <w:tmpl w:val="106C77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476A6"/>
    <w:multiLevelType w:val="hybridMultilevel"/>
    <w:tmpl w:val="FB02FD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B0E25"/>
    <w:multiLevelType w:val="hybridMultilevel"/>
    <w:tmpl w:val="89AC25B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71B70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A404725"/>
    <w:multiLevelType w:val="multilevel"/>
    <w:tmpl w:val="2EA02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D76C22"/>
    <w:multiLevelType w:val="multilevel"/>
    <w:tmpl w:val="2EA02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B107B1"/>
    <w:multiLevelType w:val="hybridMultilevel"/>
    <w:tmpl w:val="96162EC0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D464645"/>
    <w:multiLevelType w:val="multilevel"/>
    <w:tmpl w:val="4C7A7020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002060"/>
        <w:lang w:val="es-E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bCs/>
        <w:color w:val="00206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color w:val="00206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038279F"/>
    <w:multiLevelType w:val="multilevel"/>
    <w:tmpl w:val="5CA8FDF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numFmt w:val="decimal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numFmt w:val="decimal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061716E"/>
    <w:multiLevelType w:val="hybridMultilevel"/>
    <w:tmpl w:val="A89AB4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AF6145"/>
    <w:multiLevelType w:val="hybridMultilevel"/>
    <w:tmpl w:val="7504A7FE"/>
    <w:lvl w:ilvl="0" w:tplc="4274C6EA">
      <w:start w:val="22"/>
      <w:numFmt w:val="bullet"/>
      <w:lvlText w:val="-"/>
      <w:lvlJc w:val="left"/>
      <w:pPr>
        <w:ind w:left="644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591719FE"/>
    <w:multiLevelType w:val="multilevel"/>
    <w:tmpl w:val="D7E4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B0943CB"/>
    <w:multiLevelType w:val="hybridMultilevel"/>
    <w:tmpl w:val="EF1E14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3B57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3AA2B9B"/>
    <w:multiLevelType w:val="hybridMultilevel"/>
    <w:tmpl w:val="1FE4AF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F4E41"/>
    <w:multiLevelType w:val="hybridMultilevel"/>
    <w:tmpl w:val="C16263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5D0CA2"/>
    <w:multiLevelType w:val="multilevel"/>
    <w:tmpl w:val="2EA02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597CB8"/>
    <w:multiLevelType w:val="multilevel"/>
    <w:tmpl w:val="D7E4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67B2E76"/>
    <w:multiLevelType w:val="multilevel"/>
    <w:tmpl w:val="2C506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ADA404A"/>
    <w:multiLevelType w:val="hybridMultilevel"/>
    <w:tmpl w:val="2BF6F8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D15882"/>
    <w:multiLevelType w:val="multilevel"/>
    <w:tmpl w:val="D7E4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EAD114B"/>
    <w:multiLevelType w:val="hybridMultilevel"/>
    <w:tmpl w:val="BE3ED79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271059193">
    <w:abstractNumId w:val="28"/>
  </w:num>
  <w:num w:numId="2" w16cid:durableId="184951941">
    <w:abstractNumId w:val="40"/>
  </w:num>
  <w:num w:numId="3" w16cid:durableId="956064102">
    <w:abstractNumId w:val="11"/>
  </w:num>
  <w:num w:numId="4" w16cid:durableId="831532555">
    <w:abstractNumId w:val="7"/>
  </w:num>
  <w:num w:numId="5" w16cid:durableId="607087110">
    <w:abstractNumId w:val="41"/>
  </w:num>
  <w:num w:numId="6" w16cid:durableId="1580601875">
    <w:abstractNumId w:val="2"/>
  </w:num>
  <w:num w:numId="7" w16cid:durableId="86583964">
    <w:abstractNumId w:val="25"/>
  </w:num>
  <w:num w:numId="8" w16cid:durableId="1713185831">
    <w:abstractNumId w:val="22"/>
  </w:num>
  <w:num w:numId="9" w16cid:durableId="569509656">
    <w:abstractNumId w:val="15"/>
  </w:num>
  <w:num w:numId="10" w16cid:durableId="1517377525">
    <w:abstractNumId w:val="35"/>
  </w:num>
  <w:num w:numId="11" w16cid:durableId="1423452230">
    <w:abstractNumId w:val="33"/>
  </w:num>
  <w:num w:numId="12" w16cid:durableId="1640762508">
    <w:abstractNumId w:val="12"/>
  </w:num>
  <w:num w:numId="13" w16cid:durableId="904798268">
    <w:abstractNumId w:val="42"/>
  </w:num>
  <w:num w:numId="14" w16cid:durableId="191580382">
    <w:abstractNumId w:val="13"/>
  </w:num>
  <w:num w:numId="15" w16cid:durableId="1585725707">
    <w:abstractNumId w:val="32"/>
  </w:num>
  <w:num w:numId="16" w16cid:durableId="2146728845">
    <w:abstractNumId w:val="36"/>
  </w:num>
  <w:num w:numId="17" w16cid:durableId="2020886092">
    <w:abstractNumId w:val="16"/>
  </w:num>
  <w:num w:numId="18" w16cid:durableId="1460295501">
    <w:abstractNumId w:val="30"/>
  </w:num>
  <w:num w:numId="19" w16cid:durableId="1616793840">
    <w:abstractNumId w:val="21"/>
  </w:num>
  <w:num w:numId="20" w16cid:durableId="1140004617">
    <w:abstractNumId w:val="4"/>
  </w:num>
  <w:num w:numId="21" w16cid:durableId="1896813252">
    <w:abstractNumId w:val="29"/>
  </w:num>
  <w:num w:numId="22" w16cid:durableId="2091076092">
    <w:abstractNumId w:val="1"/>
  </w:num>
  <w:num w:numId="23" w16cid:durableId="1160468144">
    <w:abstractNumId w:val="37"/>
  </w:num>
  <w:num w:numId="24" w16cid:durableId="408426092">
    <w:abstractNumId w:val="38"/>
  </w:num>
  <w:num w:numId="25" w16cid:durableId="109521021">
    <w:abstractNumId w:val="6"/>
  </w:num>
  <w:num w:numId="26" w16cid:durableId="1474180202">
    <w:abstractNumId w:val="5"/>
  </w:num>
  <w:num w:numId="27" w16cid:durableId="1094395968">
    <w:abstractNumId w:val="26"/>
  </w:num>
  <w:num w:numId="28" w16cid:durableId="905729488">
    <w:abstractNumId w:val="27"/>
  </w:num>
  <w:num w:numId="29" w16cid:durableId="921109819">
    <w:abstractNumId w:val="23"/>
  </w:num>
  <w:num w:numId="30" w16cid:durableId="1532260104">
    <w:abstractNumId w:val="39"/>
  </w:num>
  <w:num w:numId="31" w16cid:durableId="1707245353">
    <w:abstractNumId w:val="14"/>
  </w:num>
  <w:num w:numId="32" w16cid:durableId="976030990">
    <w:abstractNumId w:val="10"/>
  </w:num>
  <w:num w:numId="33" w16cid:durableId="889417739">
    <w:abstractNumId w:val="9"/>
  </w:num>
  <w:num w:numId="34" w16cid:durableId="720322314">
    <w:abstractNumId w:val="17"/>
  </w:num>
  <w:num w:numId="35" w16cid:durableId="1580820673">
    <w:abstractNumId w:val="0"/>
  </w:num>
  <w:num w:numId="36" w16cid:durableId="253519975">
    <w:abstractNumId w:val="34"/>
  </w:num>
  <w:num w:numId="37" w16cid:durableId="1968776062">
    <w:abstractNumId w:val="24"/>
  </w:num>
  <w:num w:numId="38" w16cid:durableId="983311700">
    <w:abstractNumId w:val="20"/>
  </w:num>
  <w:num w:numId="39" w16cid:durableId="836921240">
    <w:abstractNumId w:val="18"/>
  </w:num>
  <w:num w:numId="40" w16cid:durableId="770853703">
    <w:abstractNumId w:val="3"/>
  </w:num>
  <w:num w:numId="41" w16cid:durableId="332033079">
    <w:abstractNumId w:val="19"/>
  </w:num>
  <w:num w:numId="42" w16cid:durableId="1090082855">
    <w:abstractNumId w:val="31"/>
  </w:num>
  <w:num w:numId="43" w16cid:durableId="1793136568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646"/>
    <w:rsid w:val="00000632"/>
    <w:rsid w:val="00001137"/>
    <w:rsid w:val="00001A35"/>
    <w:rsid w:val="000028AA"/>
    <w:rsid w:val="00003D5B"/>
    <w:rsid w:val="00004603"/>
    <w:rsid w:val="00004CE8"/>
    <w:rsid w:val="000077D7"/>
    <w:rsid w:val="00007E31"/>
    <w:rsid w:val="00011832"/>
    <w:rsid w:val="00012E78"/>
    <w:rsid w:val="000136E3"/>
    <w:rsid w:val="000148C9"/>
    <w:rsid w:val="00020298"/>
    <w:rsid w:val="00021669"/>
    <w:rsid w:val="000234E9"/>
    <w:rsid w:val="00023649"/>
    <w:rsid w:val="0003138B"/>
    <w:rsid w:val="00033348"/>
    <w:rsid w:val="000362C3"/>
    <w:rsid w:val="000367BA"/>
    <w:rsid w:val="000401D2"/>
    <w:rsid w:val="000413C8"/>
    <w:rsid w:val="0004281A"/>
    <w:rsid w:val="00043F99"/>
    <w:rsid w:val="00044585"/>
    <w:rsid w:val="0004526F"/>
    <w:rsid w:val="00045FCF"/>
    <w:rsid w:val="000528D1"/>
    <w:rsid w:val="0005319B"/>
    <w:rsid w:val="000538D3"/>
    <w:rsid w:val="00054B16"/>
    <w:rsid w:val="00055C40"/>
    <w:rsid w:val="00056F32"/>
    <w:rsid w:val="0005796F"/>
    <w:rsid w:val="00063651"/>
    <w:rsid w:val="00065717"/>
    <w:rsid w:val="00065887"/>
    <w:rsid w:val="00065EC3"/>
    <w:rsid w:val="00067FD8"/>
    <w:rsid w:val="000711C3"/>
    <w:rsid w:val="0007149A"/>
    <w:rsid w:val="00071BCE"/>
    <w:rsid w:val="00071C89"/>
    <w:rsid w:val="00073F15"/>
    <w:rsid w:val="000744FB"/>
    <w:rsid w:val="000759C8"/>
    <w:rsid w:val="000761D7"/>
    <w:rsid w:val="00076FB6"/>
    <w:rsid w:val="00077137"/>
    <w:rsid w:val="00077BEF"/>
    <w:rsid w:val="00080076"/>
    <w:rsid w:val="000815C0"/>
    <w:rsid w:val="0008438F"/>
    <w:rsid w:val="000843A6"/>
    <w:rsid w:val="00085561"/>
    <w:rsid w:val="00085D88"/>
    <w:rsid w:val="0008614D"/>
    <w:rsid w:val="000863D7"/>
    <w:rsid w:val="00095FA3"/>
    <w:rsid w:val="000961F2"/>
    <w:rsid w:val="00097114"/>
    <w:rsid w:val="000A0AEC"/>
    <w:rsid w:val="000A1464"/>
    <w:rsid w:val="000A281D"/>
    <w:rsid w:val="000A4418"/>
    <w:rsid w:val="000A48BA"/>
    <w:rsid w:val="000A498F"/>
    <w:rsid w:val="000A4BE6"/>
    <w:rsid w:val="000A75D4"/>
    <w:rsid w:val="000A769A"/>
    <w:rsid w:val="000B01AA"/>
    <w:rsid w:val="000B0E9D"/>
    <w:rsid w:val="000B39B1"/>
    <w:rsid w:val="000B49A8"/>
    <w:rsid w:val="000B4F0E"/>
    <w:rsid w:val="000B5595"/>
    <w:rsid w:val="000B6262"/>
    <w:rsid w:val="000B765E"/>
    <w:rsid w:val="000B7BB7"/>
    <w:rsid w:val="000C1990"/>
    <w:rsid w:val="000C27B6"/>
    <w:rsid w:val="000C4ECB"/>
    <w:rsid w:val="000C5B57"/>
    <w:rsid w:val="000C7FD8"/>
    <w:rsid w:val="000D1081"/>
    <w:rsid w:val="000D215F"/>
    <w:rsid w:val="000D234F"/>
    <w:rsid w:val="000D4030"/>
    <w:rsid w:val="000D690C"/>
    <w:rsid w:val="000D7679"/>
    <w:rsid w:val="000E3642"/>
    <w:rsid w:val="000E4F51"/>
    <w:rsid w:val="000E5A8B"/>
    <w:rsid w:val="000E7057"/>
    <w:rsid w:val="000F1624"/>
    <w:rsid w:val="000F45CF"/>
    <w:rsid w:val="000F678F"/>
    <w:rsid w:val="000F6AD0"/>
    <w:rsid w:val="000F7C92"/>
    <w:rsid w:val="00100C20"/>
    <w:rsid w:val="00101D6E"/>
    <w:rsid w:val="0010264B"/>
    <w:rsid w:val="001049AA"/>
    <w:rsid w:val="00105745"/>
    <w:rsid w:val="00105E90"/>
    <w:rsid w:val="00106A85"/>
    <w:rsid w:val="00107058"/>
    <w:rsid w:val="0010788F"/>
    <w:rsid w:val="001079DC"/>
    <w:rsid w:val="00107DA7"/>
    <w:rsid w:val="001126D6"/>
    <w:rsid w:val="001139FD"/>
    <w:rsid w:val="00114852"/>
    <w:rsid w:val="001157B1"/>
    <w:rsid w:val="00117A32"/>
    <w:rsid w:val="00117CB6"/>
    <w:rsid w:val="00121D32"/>
    <w:rsid w:val="001226A9"/>
    <w:rsid w:val="00122C7E"/>
    <w:rsid w:val="00124A68"/>
    <w:rsid w:val="00124F20"/>
    <w:rsid w:val="001254E0"/>
    <w:rsid w:val="00132B50"/>
    <w:rsid w:val="0013697C"/>
    <w:rsid w:val="00136FEB"/>
    <w:rsid w:val="00137EB6"/>
    <w:rsid w:val="0014051F"/>
    <w:rsid w:val="001409B8"/>
    <w:rsid w:val="00141EAA"/>
    <w:rsid w:val="00142027"/>
    <w:rsid w:val="001473CF"/>
    <w:rsid w:val="00150E6E"/>
    <w:rsid w:val="00155B8E"/>
    <w:rsid w:val="00157C37"/>
    <w:rsid w:val="001610CE"/>
    <w:rsid w:val="00162930"/>
    <w:rsid w:val="00162A45"/>
    <w:rsid w:val="001634DA"/>
    <w:rsid w:val="00164094"/>
    <w:rsid w:val="001649E6"/>
    <w:rsid w:val="0016547E"/>
    <w:rsid w:val="00172A8D"/>
    <w:rsid w:val="001735EB"/>
    <w:rsid w:val="0017466C"/>
    <w:rsid w:val="00174A20"/>
    <w:rsid w:val="00175040"/>
    <w:rsid w:val="00175058"/>
    <w:rsid w:val="00175550"/>
    <w:rsid w:val="00176BFF"/>
    <w:rsid w:val="001844FA"/>
    <w:rsid w:val="00191BAA"/>
    <w:rsid w:val="0019345F"/>
    <w:rsid w:val="001959C9"/>
    <w:rsid w:val="001959ED"/>
    <w:rsid w:val="00196278"/>
    <w:rsid w:val="0019732A"/>
    <w:rsid w:val="001A00E8"/>
    <w:rsid w:val="001A1A05"/>
    <w:rsid w:val="001A3D18"/>
    <w:rsid w:val="001A4070"/>
    <w:rsid w:val="001A50C5"/>
    <w:rsid w:val="001A625B"/>
    <w:rsid w:val="001A759B"/>
    <w:rsid w:val="001A7A1D"/>
    <w:rsid w:val="001A7CF6"/>
    <w:rsid w:val="001B01F7"/>
    <w:rsid w:val="001B2526"/>
    <w:rsid w:val="001B2903"/>
    <w:rsid w:val="001B2D34"/>
    <w:rsid w:val="001B2E84"/>
    <w:rsid w:val="001B3881"/>
    <w:rsid w:val="001B45C2"/>
    <w:rsid w:val="001B4EE7"/>
    <w:rsid w:val="001B5156"/>
    <w:rsid w:val="001C0851"/>
    <w:rsid w:val="001C1A28"/>
    <w:rsid w:val="001C2352"/>
    <w:rsid w:val="001C2E43"/>
    <w:rsid w:val="001C2FFD"/>
    <w:rsid w:val="001C34DB"/>
    <w:rsid w:val="001C3C1F"/>
    <w:rsid w:val="001C4AC7"/>
    <w:rsid w:val="001C5412"/>
    <w:rsid w:val="001C70ED"/>
    <w:rsid w:val="001C73BE"/>
    <w:rsid w:val="001D08A2"/>
    <w:rsid w:val="001D4562"/>
    <w:rsid w:val="001D50B5"/>
    <w:rsid w:val="001D5CFE"/>
    <w:rsid w:val="001D68DA"/>
    <w:rsid w:val="001D6CE5"/>
    <w:rsid w:val="001E714C"/>
    <w:rsid w:val="001F0C3E"/>
    <w:rsid w:val="001F20BA"/>
    <w:rsid w:val="001F28C2"/>
    <w:rsid w:val="001F2FE8"/>
    <w:rsid w:val="001F3D50"/>
    <w:rsid w:val="001F68FF"/>
    <w:rsid w:val="001F6D62"/>
    <w:rsid w:val="001F7255"/>
    <w:rsid w:val="001F7DF9"/>
    <w:rsid w:val="00200CA9"/>
    <w:rsid w:val="002014F5"/>
    <w:rsid w:val="00201700"/>
    <w:rsid w:val="002032E3"/>
    <w:rsid w:val="00203466"/>
    <w:rsid w:val="00203612"/>
    <w:rsid w:val="00205A9D"/>
    <w:rsid w:val="0020663A"/>
    <w:rsid w:val="0020674C"/>
    <w:rsid w:val="00206C26"/>
    <w:rsid w:val="00210253"/>
    <w:rsid w:val="00210C9B"/>
    <w:rsid w:val="00210D4E"/>
    <w:rsid w:val="00211E05"/>
    <w:rsid w:val="0021236E"/>
    <w:rsid w:val="002128AA"/>
    <w:rsid w:val="00214B8B"/>
    <w:rsid w:val="00214F1A"/>
    <w:rsid w:val="002169C6"/>
    <w:rsid w:val="002171F4"/>
    <w:rsid w:val="00217C87"/>
    <w:rsid w:val="00221726"/>
    <w:rsid w:val="002234F6"/>
    <w:rsid w:val="00224746"/>
    <w:rsid w:val="0022478F"/>
    <w:rsid w:val="002262EF"/>
    <w:rsid w:val="00231F06"/>
    <w:rsid w:val="00236732"/>
    <w:rsid w:val="00236910"/>
    <w:rsid w:val="00236A98"/>
    <w:rsid w:val="00237741"/>
    <w:rsid w:val="00241122"/>
    <w:rsid w:val="00241858"/>
    <w:rsid w:val="0024412F"/>
    <w:rsid w:val="002461D1"/>
    <w:rsid w:val="00250558"/>
    <w:rsid w:val="00251FF1"/>
    <w:rsid w:val="00252925"/>
    <w:rsid w:val="00253484"/>
    <w:rsid w:val="00254456"/>
    <w:rsid w:val="00254A5E"/>
    <w:rsid w:val="00255FE1"/>
    <w:rsid w:val="00257C2A"/>
    <w:rsid w:val="00257FA6"/>
    <w:rsid w:val="00261803"/>
    <w:rsid w:val="0026375F"/>
    <w:rsid w:val="002665F1"/>
    <w:rsid w:val="0026677B"/>
    <w:rsid w:val="00266AE0"/>
    <w:rsid w:val="00270967"/>
    <w:rsid w:val="00271400"/>
    <w:rsid w:val="0027155A"/>
    <w:rsid w:val="002717E0"/>
    <w:rsid w:val="002804BB"/>
    <w:rsid w:val="00281926"/>
    <w:rsid w:val="00282026"/>
    <w:rsid w:val="002824F0"/>
    <w:rsid w:val="00282C07"/>
    <w:rsid w:val="002835C8"/>
    <w:rsid w:val="002853CE"/>
    <w:rsid w:val="00287D51"/>
    <w:rsid w:val="00290803"/>
    <w:rsid w:val="00292677"/>
    <w:rsid w:val="00292A5A"/>
    <w:rsid w:val="0029371B"/>
    <w:rsid w:val="00295B08"/>
    <w:rsid w:val="002A2E65"/>
    <w:rsid w:val="002A3F59"/>
    <w:rsid w:val="002A75A7"/>
    <w:rsid w:val="002A7A60"/>
    <w:rsid w:val="002B048E"/>
    <w:rsid w:val="002B58CE"/>
    <w:rsid w:val="002B777A"/>
    <w:rsid w:val="002B7B69"/>
    <w:rsid w:val="002C0669"/>
    <w:rsid w:val="002C0A09"/>
    <w:rsid w:val="002C0A30"/>
    <w:rsid w:val="002C1218"/>
    <w:rsid w:val="002C4018"/>
    <w:rsid w:val="002C5216"/>
    <w:rsid w:val="002C6816"/>
    <w:rsid w:val="002D1047"/>
    <w:rsid w:val="002D1A36"/>
    <w:rsid w:val="002D377D"/>
    <w:rsid w:val="002D3BAF"/>
    <w:rsid w:val="002D5CB8"/>
    <w:rsid w:val="002D65EB"/>
    <w:rsid w:val="002D7D5E"/>
    <w:rsid w:val="002E02C5"/>
    <w:rsid w:val="002E0DD6"/>
    <w:rsid w:val="002E10B3"/>
    <w:rsid w:val="002E3699"/>
    <w:rsid w:val="002E508F"/>
    <w:rsid w:val="002E62C4"/>
    <w:rsid w:val="002E65D6"/>
    <w:rsid w:val="002E7982"/>
    <w:rsid w:val="002E7BF7"/>
    <w:rsid w:val="002F0AE0"/>
    <w:rsid w:val="002F12DE"/>
    <w:rsid w:val="002F1ACA"/>
    <w:rsid w:val="002F29D3"/>
    <w:rsid w:val="002F43CB"/>
    <w:rsid w:val="002F4B43"/>
    <w:rsid w:val="002F5249"/>
    <w:rsid w:val="002F5CD2"/>
    <w:rsid w:val="002F7093"/>
    <w:rsid w:val="002F78CB"/>
    <w:rsid w:val="003002E3"/>
    <w:rsid w:val="003018AD"/>
    <w:rsid w:val="00303FE9"/>
    <w:rsid w:val="00306F61"/>
    <w:rsid w:val="00310566"/>
    <w:rsid w:val="003121E6"/>
    <w:rsid w:val="00323E7A"/>
    <w:rsid w:val="003256F8"/>
    <w:rsid w:val="00325E88"/>
    <w:rsid w:val="00326C97"/>
    <w:rsid w:val="0032774B"/>
    <w:rsid w:val="00331019"/>
    <w:rsid w:val="003310C7"/>
    <w:rsid w:val="00331B36"/>
    <w:rsid w:val="00332FCF"/>
    <w:rsid w:val="00333863"/>
    <w:rsid w:val="00333D4D"/>
    <w:rsid w:val="00335D67"/>
    <w:rsid w:val="00337A1A"/>
    <w:rsid w:val="00337CDD"/>
    <w:rsid w:val="003423B6"/>
    <w:rsid w:val="003429D9"/>
    <w:rsid w:val="003431D3"/>
    <w:rsid w:val="00345831"/>
    <w:rsid w:val="003463FD"/>
    <w:rsid w:val="00347E47"/>
    <w:rsid w:val="003502B1"/>
    <w:rsid w:val="003510C6"/>
    <w:rsid w:val="00351592"/>
    <w:rsid w:val="0035494B"/>
    <w:rsid w:val="00356CBF"/>
    <w:rsid w:val="00357A34"/>
    <w:rsid w:val="00357C7B"/>
    <w:rsid w:val="00360A6E"/>
    <w:rsid w:val="00360F45"/>
    <w:rsid w:val="00361337"/>
    <w:rsid w:val="003639A4"/>
    <w:rsid w:val="00364030"/>
    <w:rsid w:val="00367B2A"/>
    <w:rsid w:val="003708C0"/>
    <w:rsid w:val="00370D15"/>
    <w:rsid w:val="003722CC"/>
    <w:rsid w:val="0037356F"/>
    <w:rsid w:val="00374DCB"/>
    <w:rsid w:val="00374FF1"/>
    <w:rsid w:val="003750C2"/>
    <w:rsid w:val="00377763"/>
    <w:rsid w:val="00380C2D"/>
    <w:rsid w:val="00381220"/>
    <w:rsid w:val="0038217F"/>
    <w:rsid w:val="003829C2"/>
    <w:rsid w:val="00384AC1"/>
    <w:rsid w:val="0038582B"/>
    <w:rsid w:val="00386041"/>
    <w:rsid w:val="00387DEE"/>
    <w:rsid w:val="0039023B"/>
    <w:rsid w:val="00390C27"/>
    <w:rsid w:val="0039160F"/>
    <w:rsid w:val="003926C4"/>
    <w:rsid w:val="00392DB7"/>
    <w:rsid w:val="00393F76"/>
    <w:rsid w:val="003A048B"/>
    <w:rsid w:val="003A3F0D"/>
    <w:rsid w:val="003A663B"/>
    <w:rsid w:val="003A6F69"/>
    <w:rsid w:val="003B25EA"/>
    <w:rsid w:val="003B3192"/>
    <w:rsid w:val="003B3334"/>
    <w:rsid w:val="003B3FBF"/>
    <w:rsid w:val="003B4726"/>
    <w:rsid w:val="003C0364"/>
    <w:rsid w:val="003C083C"/>
    <w:rsid w:val="003C11CE"/>
    <w:rsid w:val="003C14AB"/>
    <w:rsid w:val="003C2616"/>
    <w:rsid w:val="003C3B4E"/>
    <w:rsid w:val="003C58DC"/>
    <w:rsid w:val="003C62A6"/>
    <w:rsid w:val="003D280F"/>
    <w:rsid w:val="003E5F6C"/>
    <w:rsid w:val="003F00F1"/>
    <w:rsid w:val="003F0355"/>
    <w:rsid w:val="003F18FA"/>
    <w:rsid w:val="003F3621"/>
    <w:rsid w:val="003F3CB6"/>
    <w:rsid w:val="003F6170"/>
    <w:rsid w:val="00400BBC"/>
    <w:rsid w:val="00403552"/>
    <w:rsid w:val="00405554"/>
    <w:rsid w:val="00410E73"/>
    <w:rsid w:val="004114F8"/>
    <w:rsid w:val="00412BF4"/>
    <w:rsid w:val="004136ED"/>
    <w:rsid w:val="00413C1B"/>
    <w:rsid w:val="00415158"/>
    <w:rsid w:val="00416BAC"/>
    <w:rsid w:val="00417DDF"/>
    <w:rsid w:val="00420426"/>
    <w:rsid w:val="004204E2"/>
    <w:rsid w:val="004205A5"/>
    <w:rsid w:val="004216E9"/>
    <w:rsid w:val="00421973"/>
    <w:rsid w:val="00421ABA"/>
    <w:rsid w:val="00421BD0"/>
    <w:rsid w:val="0042287B"/>
    <w:rsid w:val="00422EEE"/>
    <w:rsid w:val="0042587E"/>
    <w:rsid w:val="00434564"/>
    <w:rsid w:val="00437814"/>
    <w:rsid w:val="004404C2"/>
    <w:rsid w:val="004408E5"/>
    <w:rsid w:val="00440A02"/>
    <w:rsid w:val="00440A6F"/>
    <w:rsid w:val="00441127"/>
    <w:rsid w:val="00444436"/>
    <w:rsid w:val="00451A38"/>
    <w:rsid w:val="00452889"/>
    <w:rsid w:val="00452D95"/>
    <w:rsid w:val="00452FE4"/>
    <w:rsid w:val="0045358C"/>
    <w:rsid w:val="00453659"/>
    <w:rsid w:val="00453D4E"/>
    <w:rsid w:val="00453DDB"/>
    <w:rsid w:val="004545BD"/>
    <w:rsid w:val="00454DDA"/>
    <w:rsid w:val="00456888"/>
    <w:rsid w:val="00460EC9"/>
    <w:rsid w:val="00461BB4"/>
    <w:rsid w:val="00462F95"/>
    <w:rsid w:val="00464967"/>
    <w:rsid w:val="00464B27"/>
    <w:rsid w:val="00465004"/>
    <w:rsid w:val="00470E42"/>
    <w:rsid w:val="00472457"/>
    <w:rsid w:val="00474EA0"/>
    <w:rsid w:val="00475053"/>
    <w:rsid w:val="00477C60"/>
    <w:rsid w:val="00482FD3"/>
    <w:rsid w:val="004830E5"/>
    <w:rsid w:val="0048360D"/>
    <w:rsid w:val="00483837"/>
    <w:rsid w:val="00485371"/>
    <w:rsid w:val="004919C4"/>
    <w:rsid w:val="00495F39"/>
    <w:rsid w:val="00496607"/>
    <w:rsid w:val="004A0110"/>
    <w:rsid w:val="004A039A"/>
    <w:rsid w:val="004A2A53"/>
    <w:rsid w:val="004A365B"/>
    <w:rsid w:val="004A5101"/>
    <w:rsid w:val="004A719C"/>
    <w:rsid w:val="004A78D3"/>
    <w:rsid w:val="004B0D71"/>
    <w:rsid w:val="004B1D9F"/>
    <w:rsid w:val="004B3077"/>
    <w:rsid w:val="004B37EC"/>
    <w:rsid w:val="004B4288"/>
    <w:rsid w:val="004B724C"/>
    <w:rsid w:val="004B74F3"/>
    <w:rsid w:val="004B77CE"/>
    <w:rsid w:val="004C0E22"/>
    <w:rsid w:val="004C2E76"/>
    <w:rsid w:val="004C6100"/>
    <w:rsid w:val="004C6E86"/>
    <w:rsid w:val="004C767F"/>
    <w:rsid w:val="004D124C"/>
    <w:rsid w:val="004D572B"/>
    <w:rsid w:val="004D6248"/>
    <w:rsid w:val="004D6D09"/>
    <w:rsid w:val="004D7079"/>
    <w:rsid w:val="004D7731"/>
    <w:rsid w:val="004E04B8"/>
    <w:rsid w:val="004E240E"/>
    <w:rsid w:val="004E3061"/>
    <w:rsid w:val="004E333E"/>
    <w:rsid w:val="004E3E84"/>
    <w:rsid w:val="004E5551"/>
    <w:rsid w:val="004E6659"/>
    <w:rsid w:val="004E6C39"/>
    <w:rsid w:val="004E76C6"/>
    <w:rsid w:val="004F07D1"/>
    <w:rsid w:val="004F2003"/>
    <w:rsid w:val="004F2D34"/>
    <w:rsid w:val="004F3306"/>
    <w:rsid w:val="004F343E"/>
    <w:rsid w:val="004F3B47"/>
    <w:rsid w:val="004F6EB5"/>
    <w:rsid w:val="005014DB"/>
    <w:rsid w:val="005037F1"/>
    <w:rsid w:val="00504952"/>
    <w:rsid w:val="00504AE4"/>
    <w:rsid w:val="00506C8C"/>
    <w:rsid w:val="00507770"/>
    <w:rsid w:val="00507B1B"/>
    <w:rsid w:val="00507E3E"/>
    <w:rsid w:val="00510C93"/>
    <w:rsid w:val="0051190C"/>
    <w:rsid w:val="00512CCB"/>
    <w:rsid w:val="00512FA7"/>
    <w:rsid w:val="00513481"/>
    <w:rsid w:val="005137ED"/>
    <w:rsid w:val="0051638A"/>
    <w:rsid w:val="005174E8"/>
    <w:rsid w:val="00517D31"/>
    <w:rsid w:val="00520AE1"/>
    <w:rsid w:val="00521039"/>
    <w:rsid w:val="005214D1"/>
    <w:rsid w:val="005233BF"/>
    <w:rsid w:val="00525898"/>
    <w:rsid w:val="00530691"/>
    <w:rsid w:val="005311F5"/>
    <w:rsid w:val="005317BF"/>
    <w:rsid w:val="005324F7"/>
    <w:rsid w:val="00534775"/>
    <w:rsid w:val="00536785"/>
    <w:rsid w:val="00536861"/>
    <w:rsid w:val="0053690E"/>
    <w:rsid w:val="00536EAA"/>
    <w:rsid w:val="005402A1"/>
    <w:rsid w:val="00543C9B"/>
    <w:rsid w:val="00543CD5"/>
    <w:rsid w:val="00544E6A"/>
    <w:rsid w:val="005467B8"/>
    <w:rsid w:val="00551548"/>
    <w:rsid w:val="00552161"/>
    <w:rsid w:val="00553521"/>
    <w:rsid w:val="00557899"/>
    <w:rsid w:val="00560FC5"/>
    <w:rsid w:val="0056281F"/>
    <w:rsid w:val="00563D25"/>
    <w:rsid w:val="00565563"/>
    <w:rsid w:val="00565D58"/>
    <w:rsid w:val="00567C23"/>
    <w:rsid w:val="0057026A"/>
    <w:rsid w:val="00570C57"/>
    <w:rsid w:val="0057173A"/>
    <w:rsid w:val="00572C4F"/>
    <w:rsid w:val="00573E6B"/>
    <w:rsid w:val="0057468A"/>
    <w:rsid w:val="005768A6"/>
    <w:rsid w:val="0057754A"/>
    <w:rsid w:val="00577706"/>
    <w:rsid w:val="00577D87"/>
    <w:rsid w:val="00580311"/>
    <w:rsid w:val="005814DA"/>
    <w:rsid w:val="0058642C"/>
    <w:rsid w:val="00587984"/>
    <w:rsid w:val="00587A85"/>
    <w:rsid w:val="00593E1A"/>
    <w:rsid w:val="005952F7"/>
    <w:rsid w:val="00595B1B"/>
    <w:rsid w:val="005963E5"/>
    <w:rsid w:val="005969AA"/>
    <w:rsid w:val="00596FD1"/>
    <w:rsid w:val="005A3457"/>
    <w:rsid w:val="005B12C9"/>
    <w:rsid w:val="005B2A10"/>
    <w:rsid w:val="005B447C"/>
    <w:rsid w:val="005B47D4"/>
    <w:rsid w:val="005B69BB"/>
    <w:rsid w:val="005C2ADC"/>
    <w:rsid w:val="005C2D88"/>
    <w:rsid w:val="005C343F"/>
    <w:rsid w:val="005C422E"/>
    <w:rsid w:val="005C7321"/>
    <w:rsid w:val="005C7646"/>
    <w:rsid w:val="005D0F74"/>
    <w:rsid w:val="005D298F"/>
    <w:rsid w:val="005D55D1"/>
    <w:rsid w:val="005D5E8E"/>
    <w:rsid w:val="005D68A0"/>
    <w:rsid w:val="005D703C"/>
    <w:rsid w:val="005D7A75"/>
    <w:rsid w:val="005D7EE6"/>
    <w:rsid w:val="005E0A34"/>
    <w:rsid w:val="005E2F8B"/>
    <w:rsid w:val="005E398C"/>
    <w:rsid w:val="005E56E3"/>
    <w:rsid w:val="005F041D"/>
    <w:rsid w:val="005F0A90"/>
    <w:rsid w:val="005F192A"/>
    <w:rsid w:val="005F2AA5"/>
    <w:rsid w:val="005F47D5"/>
    <w:rsid w:val="005F5A22"/>
    <w:rsid w:val="005F72D8"/>
    <w:rsid w:val="005F7659"/>
    <w:rsid w:val="005F76EE"/>
    <w:rsid w:val="006016E9"/>
    <w:rsid w:val="00604D7B"/>
    <w:rsid w:val="006057AC"/>
    <w:rsid w:val="00605DD8"/>
    <w:rsid w:val="0061156F"/>
    <w:rsid w:val="00613F6B"/>
    <w:rsid w:val="00614966"/>
    <w:rsid w:val="00615A1F"/>
    <w:rsid w:val="006161DD"/>
    <w:rsid w:val="006161F9"/>
    <w:rsid w:val="00621DB1"/>
    <w:rsid w:val="0062206A"/>
    <w:rsid w:val="0063271A"/>
    <w:rsid w:val="00635878"/>
    <w:rsid w:val="00635A32"/>
    <w:rsid w:val="00635D98"/>
    <w:rsid w:val="0063606B"/>
    <w:rsid w:val="0064379B"/>
    <w:rsid w:val="006438CA"/>
    <w:rsid w:val="00644D5B"/>
    <w:rsid w:val="00645C2B"/>
    <w:rsid w:val="00647FFD"/>
    <w:rsid w:val="006509D0"/>
    <w:rsid w:val="0065643E"/>
    <w:rsid w:val="006579C7"/>
    <w:rsid w:val="00662135"/>
    <w:rsid w:val="00662C3F"/>
    <w:rsid w:val="00667AE8"/>
    <w:rsid w:val="00667BC8"/>
    <w:rsid w:val="00670603"/>
    <w:rsid w:val="0067191A"/>
    <w:rsid w:val="006741F4"/>
    <w:rsid w:val="00674272"/>
    <w:rsid w:val="00674E09"/>
    <w:rsid w:val="00675CF6"/>
    <w:rsid w:val="0067644E"/>
    <w:rsid w:val="00677021"/>
    <w:rsid w:val="00680947"/>
    <w:rsid w:val="00680B48"/>
    <w:rsid w:val="00681520"/>
    <w:rsid w:val="00681B58"/>
    <w:rsid w:val="00692BE7"/>
    <w:rsid w:val="00692E08"/>
    <w:rsid w:val="00693F58"/>
    <w:rsid w:val="006946E3"/>
    <w:rsid w:val="00694E13"/>
    <w:rsid w:val="00695EDF"/>
    <w:rsid w:val="0069678E"/>
    <w:rsid w:val="006969C3"/>
    <w:rsid w:val="00696DF7"/>
    <w:rsid w:val="00697F44"/>
    <w:rsid w:val="006A41AD"/>
    <w:rsid w:val="006A4A9B"/>
    <w:rsid w:val="006A5B17"/>
    <w:rsid w:val="006A7179"/>
    <w:rsid w:val="006B1136"/>
    <w:rsid w:val="006B123F"/>
    <w:rsid w:val="006B4716"/>
    <w:rsid w:val="006B7196"/>
    <w:rsid w:val="006C0651"/>
    <w:rsid w:val="006C3896"/>
    <w:rsid w:val="006C5D9B"/>
    <w:rsid w:val="006C5DAB"/>
    <w:rsid w:val="006C6542"/>
    <w:rsid w:val="006C65E7"/>
    <w:rsid w:val="006C73F2"/>
    <w:rsid w:val="006D0E31"/>
    <w:rsid w:val="006D1842"/>
    <w:rsid w:val="006D44B1"/>
    <w:rsid w:val="006D576D"/>
    <w:rsid w:val="006D5DF9"/>
    <w:rsid w:val="006D63C1"/>
    <w:rsid w:val="006D6AD7"/>
    <w:rsid w:val="006D7990"/>
    <w:rsid w:val="006E05E0"/>
    <w:rsid w:val="006E2027"/>
    <w:rsid w:val="006E3A9C"/>
    <w:rsid w:val="006E3F6F"/>
    <w:rsid w:val="006E4871"/>
    <w:rsid w:val="006E529D"/>
    <w:rsid w:val="006F0632"/>
    <w:rsid w:val="006F10D0"/>
    <w:rsid w:val="006F2555"/>
    <w:rsid w:val="006F29FD"/>
    <w:rsid w:val="006F7391"/>
    <w:rsid w:val="0070022A"/>
    <w:rsid w:val="00702573"/>
    <w:rsid w:val="00702951"/>
    <w:rsid w:val="00703532"/>
    <w:rsid w:val="0070396A"/>
    <w:rsid w:val="0070400E"/>
    <w:rsid w:val="00704912"/>
    <w:rsid w:val="00706145"/>
    <w:rsid w:val="00706FDE"/>
    <w:rsid w:val="00713E3E"/>
    <w:rsid w:val="00714C72"/>
    <w:rsid w:val="007225C3"/>
    <w:rsid w:val="00722B57"/>
    <w:rsid w:val="00724522"/>
    <w:rsid w:val="007246F7"/>
    <w:rsid w:val="0072624F"/>
    <w:rsid w:val="0072750A"/>
    <w:rsid w:val="00727C83"/>
    <w:rsid w:val="00730D98"/>
    <w:rsid w:val="00730FE5"/>
    <w:rsid w:val="0073160E"/>
    <w:rsid w:val="00731988"/>
    <w:rsid w:val="00733252"/>
    <w:rsid w:val="00734F6D"/>
    <w:rsid w:val="007401FD"/>
    <w:rsid w:val="0074758E"/>
    <w:rsid w:val="00752441"/>
    <w:rsid w:val="00753F9D"/>
    <w:rsid w:val="0075560D"/>
    <w:rsid w:val="00755862"/>
    <w:rsid w:val="0075670B"/>
    <w:rsid w:val="00761AEE"/>
    <w:rsid w:val="00766BB0"/>
    <w:rsid w:val="00772C47"/>
    <w:rsid w:val="00774B46"/>
    <w:rsid w:val="00774FFE"/>
    <w:rsid w:val="007768C9"/>
    <w:rsid w:val="00777003"/>
    <w:rsid w:val="007773F6"/>
    <w:rsid w:val="007826C7"/>
    <w:rsid w:val="00785094"/>
    <w:rsid w:val="007869FA"/>
    <w:rsid w:val="0078754A"/>
    <w:rsid w:val="00787821"/>
    <w:rsid w:val="0079100A"/>
    <w:rsid w:val="00791496"/>
    <w:rsid w:val="00792422"/>
    <w:rsid w:val="007929C2"/>
    <w:rsid w:val="00793550"/>
    <w:rsid w:val="0079514C"/>
    <w:rsid w:val="00795198"/>
    <w:rsid w:val="007A0095"/>
    <w:rsid w:val="007A076B"/>
    <w:rsid w:val="007A2157"/>
    <w:rsid w:val="007A3DA3"/>
    <w:rsid w:val="007A6A9E"/>
    <w:rsid w:val="007A6D55"/>
    <w:rsid w:val="007C12E5"/>
    <w:rsid w:val="007C19E5"/>
    <w:rsid w:val="007C1CF3"/>
    <w:rsid w:val="007C328B"/>
    <w:rsid w:val="007C32C7"/>
    <w:rsid w:val="007C48C6"/>
    <w:rsid w:val="007C49C9"/>
    <w:rsid w:val="007C4A97"/>
    <w:rsid w:val="007C621A"/>
    <w:rsid w:val="007C68EF"/>
    <w:rsid w:val="007C7007"/>
    <w:rsid w:val="007C73A6"/>
    <w:rsid w:val="007D0C27"/>
    <w:rsid w:val="007D1B94"/>
    <w:rsid w:val="007D201A"/>
    <w:rsid w:val="007D5096"/>
    <w:rsid w:val="007D5BDE"/>
    <w:rsid w:val="007E0A0D"/>
    <w:rsid w:val="007E0AA6"/>
    <w:rsid w:val="007E289A"/>
    <w:rsid w:val="007E3983"/>
    <w:rsid w:val="007E5A8D"/>
    <w:rsid w:val="007E5C7A"/>
    <w:rsid w:val="007E5E7B"/>
    <w:rsid w:val="007E784D"/>
    <w:rsid w:val="007F0780"/>
    <w:rsid w:val="007F1ED6"/>
    <w:rsid w:val="007F2030"/>
    <w:rsid w:val="007F2C59"/>
    <w:rsid w:val="007F2C7C"/>
    <w:rsid w:val="007F3F13"/>
    <w:rsid w:val="007F440D"/>
    <w:rsid w:val="007F492D"/>
    <w:rsid w:val="007F70E2"/>
    <w:rsid w:val="007F7EBC"/>
    <w:rsid w:val="0080078B"/>
    <w:rsid w:val="008007A3"/>
    <w:rsid w:val="00800C3D"/>
    <w:rsid w:val="00800D71"/>
    <w:rsid w:val="00801555"/>
    <w:rsid w:val="00802B69"/>
    <w:rsid w:val="00803BB7"/>
    <w:rsid w:val="00804782"/>
    <w:rsid w:val="00805FC1"/>
    <w:rsid w:val="00810050"/>
    <w:rsid w:val="008111A9"/>
    <w:rsid w:val="00812BE8"/>
    <w:rsid w:val="00812CBA"/>
    <w:rsid w:val="0081326B"/>
    <w:rsid w:val="008144B4"/>
    <w:rsid w:val="008148F9"/>
    <w:rsid w:val="00815ABB"/>
    <w:rsid w:val="008218F1"/>
    <w:rsid w:val="00821C11"/>
    <w:rsid w:val="00821DC4"/>
    <w:rsid w:val="008241BE"/>
    <w:rsid w:val="00826A5F"/>
    <w:rsid w:val="00826BE1"/>
    <w:rsid w:val="00827683"/>
    <w:rsid w:val="00827F73"/>
    <w:rsid w:val="00830FBE"/>
    <w:rsid w:val="00831951"/>
    <w:rsid w:val="00833005"/>
    <w:rsid w:val="008332B2"/>
    <w:rsid w:val="00836AA7"/>
    <w:rsid w:val="008406DF"/>
    <w:rsid w:val="00840C76"/>
    <w:rsid w:val="00840DB0"/>
    <w:rsid w:val="0084365C"/>
    <w:rsid w:val="00843FD1"/>
    <w:rsid w:val="00844EDC"/>
    <w:rsid w:val="00846336"/>
    <w:rsid w:val="00847B1D"/>
    <w:rsid w:val="00850B57"/>
    <w:rsid w:val="00852B44"/>
    <w:rsid w:val="00854D77"/>
    <w:rsid w:val="00856B73"/>
    <w:rsid w:val="00861FB7"/>
    <w:rsid w:val="00864B34"/>
    <w:rsid w:val="0086533A"/>
    <w:rsid w:val="008709A4"/>
    <w:rsid w:val="00870A38"/>
    <w:rsid w:val="00870A47"/>
    <w:rsid w:val="00871110"/>
    <w:rsid w:val="008719F8"/>
    <w:rsid w:val="008728F7"/>
    <w:rsid w:val="0087347B"/>
    <w:rsid w:val="00875720"/>
    <w:rsid w:val="00876661"/>
    <w:rsid w:val="00882016"/>
    <w:rsid w:val="008822AC"/>
    <w:rsid w:val="0089061C"/>
    <w:rsid w:val="008908EC"/>
    <w:rsid w:val="00893E77"/>
    <w:rsid w:val="008977E7"/>
    <w:rsid w:val="00897B88"/>
    <w:rsid w:val="00897C46"/>
    <w:rsid w:val="008A08C0"/>
    <w:rsid w:val="008A08C2"/>
    <w:rsid w:val="008A2760"/>
    <w:rsid w:val="008A2FB0"/>
    <w:rsid w:val="008A3FA0"/>
    <w:rsid w:val="008A4FE2"/>
    <w:rsid w:val="008A568E"/>
    <w:rsid w:val="008A5DDE"/>
    <w:rsid w:val="008A6107"/>
    <w:rsid w:val="008A7769"/>
    <w:rsid w:val="008B2C66"/>
    <w:rsid w:val="008B3296"/>
    <w:rsid w:val="008B3D18"/>
    <w:rsid w:val="008B3D2A"/>
    <w:rsid w:val="008B6923"/>
    <w:rsid w:val="008B6CEE"/>
    <w:rsid w:val="008C15F7"/>
    <w:rsid w:val="008C2CCB"/>
    <w:rsid w:val="008C51F3"/>
    <w:rsid w:val="008C7541"/>
    <w:rsid w:val="008D012D"/>
    <w:rsid w:val="008D4196"/>
    <w:rsid w:val="008D42FD"/>
    <w:rsid w:val="008D4955"/>
    <w:rsid w:val="008D70E8"/>
    <w:rsid w:val="008E0B95"/>
    <w:rsid w:val="008E0BEC"/>
    <w:rsid w:val="008E228E"/>
    <w:rsid w:val="008E5343"/>
    <w:rsid w:val="008E61FF"/>
    <w:rsid w:val="008E6CF3"/>
    <w:rsid w:val="008E6E6B"/>
    <w:rsid w:val="008E77B3"/>
    <w:rsid w:val="008F1A78"/>
    <w:rsid w:val="008F25CE"/>
    <w:rsid w:val="008F4C60"/>
    <w:rsid w:val="008F56E4"/>
    <w:rsid w:val="008F5A36"/>
    <w:rsid w:val="008F692F"/>
    <w:rsid w:val="008F70A1"/>
    <w:rsid w:val="00901466"/>
    <w:rsid w:val="009016CD"/>
    <w:rsid w:val="00901D76"/>
    <w:rsid w:val="0090210E"/>
    <w:rsid w:val="00903F47"/>
    <w:rsid w:val="00904800"/>
    <w:rsid w:val="00904E07"/>
    <w:rsid w:val="00904E8A"/>
    <w:rsid w:val="00904EE1"/>
    <w:rsid w:val="0090591F"/>
    <w:rsid w:val="00907558"/>
    <w:rsid w:val="00907DBE"/>
    <w:rsid w:val="00912BB4"/>
    <w:rsid w:val="00914B59"/>
    <w:rsid w:val="00914FDE"/>
    <w:rsid w:val="00916E84"/>
    <w:rsid w:val="009170CC"/>
    <w:rsid w:val="009204DE"/>
    <w:rsid w:val="00922E9F"/>
    <w:rsid w:val="00926180"/>
    <w:rsid w:val="0092771F"/>
    <w:rsid w:val="0093075F"/>
    <w:rsid w:val="00934571"/>
    <w:rsid w:val="00935525"/>
    <w:rsid w:val="00936508"/>
    <w:rsid w:val="00936BCA"/>
    <w:rsid w:val="009408CE"/>
    <w:rsid w:val="00942A0D"/>
    <w:rsid w:val="00945119"/>
    <w:rsid w:val="00947A45"/>
    <w:rsid w:val="00950283"/>
    <w:rsid w:val="009503C2"/>
    <w:rsid w:val="0095054F"/>
    <w:rsid w:val="0095172F"/>
    <w:rsid w:val="0095184C"/>
    <w:rsid w:val="00954ACA"/>
    <w:rsid w:val="00960A3F"/>
    <w:rsid w:val="00961DA2"/>
    <w:rsid w:val="00965871"/>
    <w:rsid w:val="00965DF3"/>
    <w:rsid w:val="00966F37"/>
    <w:rsid w:val="0096704B"/>
    <w:rsid w:val="0097159A"/>
    <w:rsid w:val="00973A90"/>
    <w:rsid w:val="00974D4C"/>
    <w:rsid w:val="0097683E"/>
    <w:rsid w:val="00980927"/>
    <w:rsid w:val="00981003"/>
    <w:rsid w:val="00984376"/>
    <w:rsid w:val="00984A20"/>
    <w:rsid w:val="00985BFB"/>
    <w:rsid w:val="009861F8"/>
    <w:rsid w:val="0099077C"/>
    <w:rsid w:val="00990D35"/>
    <w:rsid w:val="00992104"/>
    <w:rsid w:val="00992152"/>
    <w:rsid w:val="009931DE"/>
    <w:rsid w:val="00993F35"/>
    <w:rsid w:val="00994D0F"/>
    <w:rsid w:val="00995F75"/>
    <w:rsid w:val="00996527"/>
    <w:rsid w:val="00996D00"/>
    <w:rsid w:val="009A0DC3"/>
    <w:rsid w:val="009A30CA"/>
    <w:rsid w:val="009A41A9"/>
    <w:rsid w:val="009A48C7"/>
    <w:rsid w:val="009A6DBC"/>
    <w:rsid w:val="009B786F"/>
    <w:rsid w:val="009B7E19"/>
    <w:rsid w:val="009C22C7"/>
    <w:rsid w:val="009C3868"/>
    <w:rsid w:val="009C3973"/>
    <w:rsid w:val="009C5B0A"/>
    <w:rsid w:val="009C6FAC"/>
    <w:rsid w:val="009D2B67"/>
    <w:rsid w:val="009D5EE9"/>
    <w:rsid w:val="009D69D6"/>
    <w:rsid w:val="009D76F4"/>
    <w:rsid w:val="009E0DC8"/>
    <w:rsid w:val="009E2E45"/>
    <w:rsid w:val="009E4F44"/>
    <w:rsid w:val="009E5361"/>
    <w:rsid w:val="009E6312"/>
    <w:rsid w:val="009F1D80"/>
    <w:rsid w:val="009F2D4A"/>
    <w:rsid w:val="009F542B"/>
    <w:rsid w:val="009F574D"/>
    <w:rsid w:val="009F621B"/>
    <w:rsid w:val="00A00154"/>
    <w:rsid w:val="00A00B5D"/>
    <w:rsid w:val="00A03FAA"/>
    <w:rsid w:val="00A11097"/>
    <w:rsid w:val="00A11795"/>
    <w:rsid w:val="00A11E2B"/>
    <w:rsid w:val="00A11F92"/>
    <w:rsid w:val="00A12ADF"/>
    <w:rsid w:val="00A1331E"/>
    <w:rsid w:val="00A1335F"/>
    <w:rsid w:val="00A13559"/>
    <w:rsid w:val="00A13F44"/>
    <w:rsid w:val="00A14454"/>
    <w:rsid w:val="00A16351"/>
    <w:rsid w:val="00A16EAA"/>
    <w:rsid w:val="00A17DBD"/>
    <w:rsid w:val="00A209FB"/>
    <w:rsid w:val="00A213D9"/>
    <w:rsid w:val="00A21438"/>
    <w:rsid w:val="00A22B7B"/>
    <w:rsid w:val="00A2305D"/>
    <w:rsid w:val="00A2469F"/>
    <w:rsid w:val="00A3011C"/>
    <w:rsid w:val="00A33DFB"/>
    <w:rsid w:val="00A34E23"/>
    <w:rsid w:val="00A35CA3"/>
    <w:rsid w:val="00A36C6B"/>
    <w:rsid w:val="00A37A1F"/>
    <w:rsid w:val="00A4223A"/>
    <w:rsid w:val="00A427A3"/>
    <w:rsid w:val="00A4378B"/>
    <w:rsid w:val="00A449A1"/>
    <w:rsid w:val="00A44A2E"/>
    <w:rsid w:val="00A5043E"/>
    <w:rsid w:val="00A50882"/>
    <w:rsid w:val="00A50CA4"/>
    <w:rsid w:val="00A51BDE"/>
    <w:rsid w:val="00A52BD7"/>
    <w:rsid w:val="00A54864"/>
    <w:rsid w:val="00A5524B"/>
    <w:rsid w:val="00A55560"/>
    <w:rsid w:val="00A55C05"/>
    <w:rsid w:val="00A56581"/>
    <w:rsid w:val="00A574DA"/>
    <w:rsid w:val="00A577EF"/>
    <w:rsid w:val="00A607F4"/>
    <w:rsid w:val="00A61F0E"/>
    <w:rsid w:val="00A639A1"/>
    <w:rsid w:val="00A64600"/>
    <w:rsid w:val="00A64A58"/>
    <w:rsid w:val="00A64B29"/>
    <w:rsid w:val="00A669D0"/>
    <w:rsid w:val="00A671F7"/>
    <w:rsid w:val="00A67566"/>
    <w:rsid w:val="00A7058B"/>
    <w:rsid w:val="00A70988"/>
    <w:rsid w:val="00A7241E"/>
    <w:rsid w:val="00A74815"/>
    <w:rsid w:val="00A749E7"/>
    <w:rsid w:val="00A7601B"/>
    <w:rsid w:val="00A82C9C"/>
    <w:rsid w:val="00A82DDD"/>
    <w:rsid w:val="00A833E0"/>
    <w:rsid w:val="00A842CE"/>
    <w:rsid w:val="00A84F18"/>
    <w:rsid w:val="00A859F5"/>
    <w:rsid w:val="00A86B58"/>
    <w:rsid w:val="00A90845"/>
    <w:rsid w:val="00A916C3"/>
    <w:rsid w:val="00A91932"/>
    <w:rsid w:val="00A92C7B"/>
    <w:rsid w:val="00AA4EBF"/>
    <w:rsid w:val="00AA53FC"/>
    <w:rsid w:val="00AA7625"/>
    <w:rsid w:val="00AB1527"/>
    <w:rsid w:val="00AB5FFB"/>
    <w:rsid w:val="00AC1262"/>
    <w:rsid w:val="00AC2281"/>
    <w:rsid w:val="00AC496C"/>
    <w:rsid w:val="00AC59FD"/>
    <w:rsid w:val="00AC7F5E"/>
    <w:rsid w:val="00AD1948"/>
    <w:rsid w:val="00AD2C68"/>
    <w:rsid w:val="00AD426E"/>
    <w:rsid w:val="00AD62FE"/>
    <w:rsid w:val="00AD77F0"/>
    <w:rsid w:val="00AE2964"/>
    <w:rsid w:val="00AE32CC"/>
    <w:rsid w:val="00AE32FD"/>
    <w:rsid w:val="00AE41AF"/>
    <w:rsid w:val="00AE54B0"/>
    <w:rsid w:val="00AE6E73"/>
    <w:rsid w:val="00AE7A61"/>
    <w:rsid w:val="00AF56EE"/>
    <w:rsid w:val="00AF59E6"/>
    <w:rsid w:val="00AF6057"/>
    <w:rsid w:val="00B01382"/>
    <w:rsid w:val="00B022DD"/>
    <w:rsid w:val="00B023AC"/>
    <w:rsid w:val="00B052B0"/>
    <w:rsid w:val="00B0631E"/>
    <w:rsid w:val="00B075E8"/>
    <w:rsid w:val="00B07D4E"/>
    <w:rsid w:val="00B104B4"/>
    <w:rsid w:val="00B11220"/>
    <w:rsid w:val="00B12189"/>
    <w:rsid w:val="00B139DA"/>
    <w:rsid w:val="00B14461"/>
    <w:rsid w:val="00B144E0"/>
    <w:rsid w:val="00B16F7E"/>
    <w:rsid w:val="00B2111E"/>
    <w:rsid w:val="00B233F9"/>
    <w:rsid w:val="00B23E8D"/>
    <w:rsid w:val="00B24826"/>
    <w:rsid w:val="00B250A1"/>
    <w:rsid w:val="00B2620A"/>
    <w:rsid w:val="00B26868"/>
    <w:rsid w:val="00B27D3B"/>
    <w:rsid w:val="00B310F5"/>
    <w:rsid w:val="00B31546"/>
    <w:rsid w:val="00B32CB6"/>
    <w:rsid w:val="00B3664E"/>
    <w:rsid w:val="00B36D08"/>
    <w:rsid w:val="00B371AD"/>
    <w:rsid w:val="00B40391"/>
    <w:rsid w:val="00B40853"/>
    <w:rsid w:val="00B4174E"/>
    <w:rsid w:val="00B422C5"/>
    <w:rsid w:val="00B42C20"/>
    <w:rsid w:val="00B42D37"/>
    <w:rsid w:val="00B45604"/>
    <w:rsid w:val="00B46301"/>
    <w:rsid w:val="00B473D5"/>
    <w:rsid w:val="00B512D0"/>
    <w:rsid w:val="00B53EE5"/>
    <w:rsid w:val="00B54521"/>
    <w:rsid w:val="00B547FE"/>
    <w:rsid w:val="00B55A3E"/>
    <w:rsid w:val="00B55B86"/>
    <w:rsid w:val="00B56D85"/>
    <w:rsid w:val="00B606C2"/>
    <w:rsid w:val="00B63734"/>
    <w:rsid w:val="00B63FFB"/>
    <w:rsid w:val="00B66174"/>
    <w:rsid w:val="00B661A3"/>
    <w:rsid w:val="00B707B7"/>
    <w:rsid w:val="00B72ED0"/>
    <w:rsid w:val="00B73281"/>
    <w:rsid w:val="00B751D5"/>
    <w:rsid w:val="00B80824"/>
    <w:rsid w:val="00B81C45"/>
    <w:rsid w:val="00B820F4"/>
    <w:rsid w:val="00B82E37"/>
    <w:rsid w:val="00B84A33"/>
    <w:rsid w:val="00B85070"/>
    <w:rsid w:val="00B8649D"/>
    <w:rsid w:val="00B87E4D"/>
    <w:rsid w:val="00B9017F"/>
    <w:rsid w:val="00B91C51"/>
    <w:rsid w:val="00B91DD7"/>
    <w:rsid w:val="00B94B6B"/>
    <w:rsid w:val="00B95C2F"/>
    <w:rsid w:val="00BA2C86"/>
    <w:rsid w:val="00BA38F3"/>
    <w:rsid w:val="00BA3B6E"/>
    <w:rsid w:val="00BA445F"/>
    <w:rsid w:val="00BA4767"/>
    <w:rsid w:val="00BA5994"/>
    <w:rsid w:val="00BA616E"/>
    <w:rsid w:val="00BA6706"/>
    <w:rsid w:val="00BA77C1"/>
    <w:rsid w:val="00BB18F2"/>
    <w:rsid w:val="00BB46B5"/>
    <w:rsid w:val="00BB57B6"/>
    <w:rsid w:val="00BB5D9E"/>
    <w:rsid w:val="00BC297F"/>
    <w:rsid w:val="00BC2E76"/>
    <w:rsid w:val="00BC34B2"/>
    <w:rsid w:val="00BC6D43"/>
    <w:rsid w:val="00BD4991"/>
    <w:rsid w:val="00BD697B"/>
    <w:rsid w:val="00BD6D28"/>
    <w:rsid w:val="00BD7348"/>
    <w:rsid w:val="00BD7D13"/>
    <w:rsid w:val="00BE0B73"/>
    <w:rsid w:val="00BE28DC"/>
    <w:rsid w:val="00BE2BBD"/>
    <w:rsid w:val="00BE2F1B"/>
    <w:rsid w:val="00BE37C3"/>
    <w:rsid w:val="00BE4195"/>
    <w:rsid w:val="00BE41AA"/>
    <w:rsid w:val="00BE4736"/>
    <w:rsid w:val="00BE57DE"/>
    <w:rsid w:val="00BE6236"/>
    <w:rsid w:val="00BE6EDE"/>
    <w:rsid w:val="00BE7AFA"/>
    <w:rsid w:val="00BF043F"/>
    <w:rsid w:val="00BF1BC0"/>
    <w:rsid w:val="00BF49E7"/>
    <w:rsid w:val="00BF4A8C"/>
    <w:rsid w:val="00BF4F3A"/>
    <w:rsid w:val="00BF52C8"/>
    <w:rsid w:val="00BF7B46"/>
    <w:rsid w:val="00C00421"/>
    <w:rsid w:val="00C0083B"/>
    <w:rsid w:val="00C00BF5"/>
    <w:rsid w:val="00C01142"/>
    <w:rsid w:val="00C02B7B"/>
    <w:rsid w:val="00C033D2"/>
    <w:rsid w:val="00C054AB"/>
    <w:rsid w:val="00C105F3"/>
    <w:rsid w:val="00C111F7"/>
    <w:rsid w:val="00C11E73"/>
    <w:rsid w:val="00C11ED4"/>
    <w:rsid w:val="00C13700"/>
    <w:rsid w:val="00C14F74"/>
    <w:rsid w:val="00C15E84"/>
    <w:rsid w:val="00C16432"/>
    <w:rsid w:val="00C1643F"/>
    <w:rsid w:val="00C1754B"/>
    <w:rsid w:val="00C17975"/>
    <w:rsid w:val="00C21131"/>
    <w:rsid w:val="00C213E5"/>
    <w:rsid w:val="00C227B4"/>
    <w:rsid w:val="00C24FDA"/>
    <w:rsid w:val="00C260F7"/>
    <w:rsid w:val="00C27A59"/>
    <w:rsid w:val="00C310F9"/>
    <w:rsid w:val="00C311A6"/>
    <w:rsid w:val="00C31B49"/>
    <w:rsid w:val="00C32BB1"/>
    <w:rsid w:val="00C32FA7"/>
    <w:rsid w:val="00C332AC"/>
    <w:rsid w:val="00C341EB"/>
    <w:rsid w:val="00C3479B"/>
    <w:rsid w:val="00C376A4"/>
    <w:rsid w:val="00C379DF"/>
    <w:rsid w:val="00C379E3"/>
    <w:rsid w:val="00C423C5"/>
    <w:rsid w:val="00C434C4"/>
    <w:rsid w:val="00C43B87"/>
    <w:rsid w:val="00C447B8"/>
    <w:rsid w:val="00C4687E"/>
    <w:rsid w:val="00C50265"/>
    <w:rsid w:val="00C51531"/>
    <w:rsid w:val="00C5592D"/>
    <w:rsid w:val="00C567A8"/>
    <w:rsid w:val="00C56D0C"/>
    <w:rsid w:val="00C604B1"/>
    <w:rsid w:val="00C64930"/>
    <w:rsid w:val="00C7269C"/>
    <w:rsid w:val="00C73A73"/>
    <w:rsid w:val="00C750FD"/>
    <w:rsid w:val="00C75887"/>
    <w:rsid w:val="00C764E1"/>
    <w:rsid w:val="00C77146"/>
    <w:rsid w:val="00C7730D"/>
    <w:rsid w:val="00C8499D"/>
    <w:rsid w:val="00C9092B"/>
    <w:rsid w:val="00C935AF"/>
    <w:rsid w:val="00C94126"/>
    <w:rsid w:val="00C95854"/>
    <w:rsid w:val="00CA0007"/>
    <w:rsid w:val="00CA39FC"/>
    <w:rsid w:val="00CA440A"/>
    <w:rsid w:val="00CA569B"/>
    <w:rsid w:val="00CA6F73"/>
    <w:rsid w:val="00CA73D2"/>
    <w:rsid w:val="00CA7BFA"/>
    <w:rsid w:val="00CB07F1"/>
    <w:rsid w:val="00CB0E6B"/>
    <w:rsid w:val="00CB2358"/>
    <w:rsid w:val="00CB2A6F"/>
    <w:rsid w:val="00CB52FD"/>
    <w:rsid w:val="00CB5AA6"/>
    <w:rsid w:val="00CB61BC"/>
    <w:rsid w:val="00CB6B5C"/>
    <w:rsid w:val="00CC0237"/>
    <w:rsid w:val="00CC0ED2"/>
    <w:rsid w:val="00CC1984"/>
    <w:rsid w:val="00CC431B"/>
    <w:rsid w:val="00CC4BB3"/>
    <w:rsid w:val="00CC6808"/>
    <w:rsid w:val="00CC6A8E"/>
    <w:rsid w:val="00CC7458"/>
    <w:rsid w:val="00CC768A"/>
    <w:rsid w:val="00CD6FBD"/>
    <w:rsid w:val="00CE01F0"/>
    <w:rsid w:val="00CE079A"/>
    <w:rsid w:val="00CE088F"/>
    <w:rsid w:val="00CE0C62"/>
    <w:rsid w:val="00CE1424"/>
    <w:rsid w:val="00CF082A"/>
    <w:rsid w:val="00CF0BD5"/>
    <w:rsid w:val="00CF0C83"/>
    <w:rsid w:val="00CF302B"/>
    <w:rsid w:val="00CF5F10"/>
    <w:rsid w:val="00D00B9E"/>
    <w:rsid w:val="00D01E2D"/>
    <w:rsid w:val="00D02E70"/>
    <w:rsid w:val="00D05310"/>
    <w:rsid w:val="00D069AC"/>
    <w:rsid w:val="00D07011"/>
    <w:rsid w:val="00D1085F"/>
    <w:rsid w:val="00D127B0"/>
    <w:rsid w:val="00D161CE"/>
    <w:rsid w:val="00D17644"/>
    <w:rsid w:val="00D201CF"/>
    <w:rsid w:val="00D217EF"/>
    <w:rsid w:val="00D22D91"/>
    <w:rsid w:val="00D2428B"/>
    <w:rsid w:val="00D24323"/>
    <w:rsid w:val="00D245B4"/>
    <w:rsid w:val="00D25865"/>
    <w:rsid w:val="00D26F5B"/>
    <w:rsid w:val="00D3131E"/>
    <w:rsid w:val="00D34016"/>
    <w:rsid w:val="00D35BB7"/>
    <w:rsid w:val="00D366F3"/>
    <w:rsid w:val="00D3678E"/>
    <w:rsid w:val="00D379D3"/>
    <w:rsid w:val="00D400D5"/>
    <w:rsid w:val="00D40156"/>
    <w:rsid w:val="00D44C0F"/>
    <w:rsid w:val="00D53B6E"/>
    <w:rsid w:val="00D549FB"/>
    <w:rsid w:val="00D55D41"/>
    <w:rsid w:val="00D55DAB"/>
    <w:rsid w:val="00D568A3"/>
    <w:rsid w:val="00D60E8E"/>
    <w:rsid w:val="00D61810"/>
    <w:rsid w:val="00D62480"/>
    <w:rsid w:val="00D63302"/>
    <w:rsid w:val="00D643A0"/>
    <w:rsid w:val="00D6597E"/>
    <w:rsid w:val="00D66A5C"/>
    <w:rsid w:val="00D71166"/>
    <w:rsid w:val="00D71468"/>
    <w:rsid w:val="00D71960"/>
    <w:rsid w:val="00D71DBB"/>
    <w:rsid w:val="00D72E8F"/>
    <w:rsid w:val="00D7436A"/>
    <w:rsid w:val="00D80FE3"/>
    <w:rsid w:val="00D8170B"/>
    <w:rsid w:val="00D82AB7"/>
    <w:rsid w:val="00D84695"/>
    <w:rsid w:val="00D866D9"/>
    <w:rsid w:val="00D86C05"/>
    <w:rsid w:val="00D90AF1"/>
    <w:rsid w:val="00D911B7"/>
    <w:rsid w:val="00D916B6"/>
    <w:rsid w:val="00D91AA3"/>
    <w:rsid w:val="00D93F0C"/>
    <w:rsid w:val="00D93F0F"/>
    <w:rsid w:val="00D94767"/>
    <w:rsid w:val="00D9496E"/>
    <w:rsid w:val="00D952A4"/>
    <w:rsid w:val="00DA032D"/>
    <w:rsid w:val="00DA05C9"/>
    <w:rsid w:val="00DA1212"/>
    <w:rsid w:val="00DA308B"/>
    <w:rsid w:val="00DA332A"/>
    <w:rsid w:val="00DA391F"/>
    <w:rsid w:val="00DA5707"/>
    <w:rsid w:val="00DA6A24"/>
    <w:rsid w:val="00DB11A0"/>
    <w:rsid w:val="00DB1503"/>
    <w:rsid w:val="00DB3BF4"/>
    <w:rsid w:val="00DB4620"/>
    <w:rsid w:val="00DB56F3"/>
    <w:rsid w:val="00DB6452"/>
    <w:rsid w:val="00DC00A9"/>
    <w:rsid w:val="00DC0321"/>
    <w:rsid w:val="00DC43BB"/>
    <w:rsid w:val="00DC503C"/>
    <w:rsid w:val="00DC59CE"/>
    <w:rsid w:val="00DC7227"/>
    <w:rsid w:val="00DC771C"/>
    <w:rsid w:val="00DD2585"/>
    <w:rsid w:val="00DD34D3"/>
    <w:rsid w:val="00DD4895"/>
    <w:rsid w:val="00DD4B36"/>
    <w:rsid w:val="00DD5E98"/>
    <w:rsid w:val="00DD6B08"/>
    <w:rsid w:val="00DE1627"/>
    <w:rsid w:val="00DE397A"/>
    <w:rsid w:val="00DE3DE1"/>
    <w:rsid w:val="00DE4063"/>
    <w:rsid w:val="00DE4145"/>
    <w:rsid w:val="00DE4BE5"/>
    <w:rsid w:val="00DE6873"/>
    <w:rsid w:val="00DE7654"/>
    <w:rsid w:val="00DE7E3E"/>
    <w:rsid w:val="00DF1107"/>
    <w:rsid w:val="00DF1369"/>
    <w:rsid w:val="00DF3AF8"/>
    <w:rsid w:val="00DF4C29"/>
    <w:rsid w:val="00DF64B4"/>
    <w:rsid w:val="00DF6FAF"/>
    <w:rsid w:val="00E00DD7"/>
    <w:rsid w:val="00E01131"/>
    <w:rsid w:val="00E0452F"/>
    <w:rsid w:val="00E0530A"/>
    <w:rsid w:val="00E07554"/>
    <w:rsid w:val="00E07CA9"/>
    <w:rsid w:val="00E11CAA"/>
    <w:rsid w:val="00E13168"/>
    <w:rsid w:val="00E16924"/>
    <w:rsid w:val="00E16D55"/>
    <w:rsid w:val="00E22F64"/>
    <w:rsid w:val="00E23451"/>
    <w:rsid w:val="00E250AC"/>
    <w:rsid w:val="00E2732B"/>
    <w:rsid w:val="00E33A74"/>
    <w:rsid w:val="00E35491"/>
    <w:rsid w:val="00E35AC7"/>
    <w:rsid w:val="00E379BB"/>
    <w:rsid w:val="00E37FC2"/>
    <w:rsid w:val="00E41401"/>
    <w:rsid w:val="00E4150B"/>
    <w:rsid w:val="00E44E35"/>
    <w:rsid w:val="00E4581C"/>
    <w:rsid w:val="00E51BF5"/>
    <w:rsid w:val="00E52B03"/>
    <w:rsid w:val="00E53339"/>
    <w:rsid w:val="00E54E48"/>
    <w:rsid w:val="00E56ADC"/>
    <w:rsid w:val="00E63BDA"/>
    <w:rsid w:val="00E675A2"/>
    <w:rsid w:val="00E67AE2"/>
    <w:rsid w:val="00E70934"/>
    <w:rsid w:val="00E71EF1"/>
    <w:rsid w:val="00E73A5F"/>
    <w:rsid w:val="00E7426F"/>
    <w:rsid w:val="00E75399"/>
    <w:rsid w:val="00E75BD4"/>
    <w:rsid w:val="00E75D0E"/>
    <w:rsid w:val="00E77471"/>
    <w:rsid w:val="00E777A2"/>
    <w:rsid w:val="00E8019E"/>
    <w:rsid w:val="00E80CE0"/>
    <w:rsid w:val="00E81AE2"/>
    <w:rsid w:val="00E83904"/>
    <w:rsid w:val="00E87256"/>
    <w:rsid w:val="00E90198"/>
    <w:rsid w:val="00E906FE"/>
    <w:rsid w:val="00E90776"/>
    <w:rsid w:val="00E90CF7"/>
    <w:rsid w:val="00E90EA5"/>
    <w:rsid w:val="00E913CC"/>
    <w:rsid w:val="00E9195E"/>
    <w:rsid w:val="00E91C58"/>
    <w:rsid w:val="00E93BEF"/>
    <w:rsid w:val="00E95899"/>
    <w:rsid w:val="00E96E8D"/>
    <w:rsid w:val="00E97BBD"/>
    <w:rsid w:val="00EA04F5"/>
    <w:rsid w:val="00EA0789"/>
    <w:rsid w:val="00EA355E"/>
    <w:rsid w:val="00EA3BF7"/>
    <w:rsid w:val="00EA4D0B"/>
    <w:rsid w:val="00EA54A7"/>
    <w:rsid w:val="00EA5A62"/>
    <w:rsid w:val="00EA6761"/>
    <w:rsid w:val="00EA71F0"/>
    <w:rsid w:val="00EA7A18"/>
    <w:rsid w:val="00EB0C64"/>
    <w:rsid w:val="00EB1671"/>
    <w:rsid w:val="00EB18C0"/>
    <w:rsid w:val="00EB27A0"/>
    <w:rsid w:val="00EB4535"/>
    <w:rsid w:val="00EB48DF"/>
    <w:rsid w:val="00EB5256"/>
    <w:rsid w:val="00EC0E23"/>
    <w:rsid w:val="00EC391D"/>
    <w:rsid w:val="00EC4B97"/>
    <w:rsid w:val="00EC550F"/>
    <w:rsid w:val="00EC6557"/>
    <w:rsid w:val="00EC7E10"/>
    <w:rsid w:val="00ED1AA7"/>
    <w:rsid w:val="00ED2E42"/>
    <w:rsid w:val="00ED364E"/>
    <w:rsid w:val="00ED4D4D"/>
    <w:rsid w:val="00ED7BD2"/>
    <w:rsid w:val="00EE0793"/>
    <w:rsid w:val="00EE1C83"/>
    <w:rsid w:val="00EE4C27"/>
    <w:rsid w:val="00EE79F4"/>
    <w:rsid w:val="00EF03B2"/>
    <w:rsid w:val="00EF1824"/>
    <w:rsid w:val="00EF1FEB"/>
    <w:rsid w:val="00EF4199"/>
    <w:rsid w:val="00EF4738"/>
    <w:rsid w:val="00EF4857"/>
    <w:rsid w:val="00EF6A9C"/>
    <w:rsid w:val="00EF6FF2"/>
    <w:rsid w:val="00F0262B"/>
    <w:rsid w:val="00F044CB"/>
    <w:rsid w:val="00F04537"/>
    <w:rsid w:val="00F06295"/>
    <w:rsid w:val="00F10BBE"/>
    <w:rsid w:val="00F12A28"/>
    <w:rsid w:val="00F12B20"/>
    <w:rsid w:val="00F12E9B"/>
    <w:rsid w:val="00F13303"/>
    <w:rsid w:val="00F1487C"/>
    <w:rsid w:val="00F1519A"/>
    <w:rsid w:val="00F15A93"/>
    <w:rsid w:val="00F16E52"/>
    <w:rsid w:val="00F204B1"/>
    <w:rsid w:val="00F20527"/>
    <w:rsid w:val="00F20EAD"/>
    <w:rsid w:val="00F20F72"/>
    <w:rsid w:val="00F21E9E"/>
    <w:rsid w:val="00F22D0D"/>
    <w:rsid w:val="00F2371B"/>
    <w:rsid w:val="00F246D0"/>
    <w:rsid w:val="00F26E65"/>
    <w:rsid w:val="00F27250"/>
    <w:rsid w:val="00F3008A"/>
    <w:rsid w:val="00F30994"/>
    <w:rsid w:val="00F37A95"/>
    <w:rsid w:val="00F40236"/>
    <w:rsid w:val="00F4024E"/>
    <w:rsid w:val="00F41C99"/>
    <w:rsid w:val="00F42798"/>
    <w:rsid w:val="00F438CB"/>
    <w:rsid w:val="00F43CBA"/>
    <w:rsid w:val="00F44637"/>
    <w:rsid w:val="00F44E5F"/>
    <w:rsid w:val="00F47C91"/>
    <w:rsid w:val="00F50628"/>
    <w:rsid w:val="00F507F5"/>
    <w:rsid w:val="00F52052"/>
    <w:rsid w:val="00F54489"/>
    <w:rsid w:val="00F54977"/>
    <w:rsid w:val="00F55ADA"/>
    <w:rsid w:val="00F55CEE"/>
    <w:rsid w:val="00F55F27"/>
    <w:rsid w:val="00F5602B"/>
    <w:rsid w:val="00F604D6"/>
    <w:rsid w:val="00F635BE"/>
    <w:rsid w:val="00F710FD"/>
    <w:rsid w:val="00F72C8F"/>
    <w:rsid w:val="00F742D3"/>
    <w:rsid w:val="00F77225"/>
    <w:rsid w:val="00F774FE"/>
    <w:rsid w:val="00F80CF0"/>
    <w:rsid w:val="00F8225E"/>
    <w:rsid w:val="00F82B2F"/>
    <w:rsid w:val="00F83AAE"/>
    <w:rsid w:val="00F864EE"/>
    <w:rsid w:val="00F91D5C"/>
    <w:rsid w:val="00F96971"/>
    <w:rsid w:val="00F972DD"/>
    <w:rsid w:val="00F97CC7"/>
    <w:rsid w:val="00FA18D8"/>
    <w:rsid w:val="00FA6591"/>
    <w:rsid w:val="00FB01A0"/>
    <w:rsid w:val="00FB1898"/>
    <w:rsid w:val="00FB1C8E"/>
    <w:rsid w:val="00FB3D58"/>
    <w:rsid w:val="00FB5210"/>
    <w:rsid w:val="00FC06C9"/>
    <w:rsid w:val="00FC1A06"/>
    <w:rsid w:val="00FC3BAA"/>
    <w:rsid w:val="00FC4DE3"/>
    <w:rsid w:val="00FC5864"/>
    <w:rsid w:val="00FC5A91"/>
    <w:rsid w:val="00FD23BB"/>
    <w:rsid w:val="00FD2D86"/>
    <w:rsid w:val="00FD2D9A"/>
    <w:rsid w:val="00FD300F"/>
    <w:rsid w:val="00FD5ED9"/>
    <w:rsid w:val="00FE0615"/>
    <w:rsid w:val="00FE3968"/>
    <w:rsid w:val="00FF0838"/>
    <w:rsid w:val="00FF14AE"/>
    <w:rsid w:val="00FF1526"/>
    <w:rsid w:val="00FF1845"/>
    <w:rsid w:val="00FF35D0"/>
    <w:rsid w:val="00FF60D9"/>
    <w:rsid w:val="00FF69D7"/>
    <w:rsid w:val="00FF6F3B"/>
    <w:rsid w:val="00FF7DF5"/>
    <w:rsid w:val="09A152EF"/>
    <w:rsid w:val="3525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98EE7"/>
  <w15:docId w15:val="{86DFA4AB-062F-42AE-9FE4-B1F53975B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627"/>
  </w:style>
  <w:style w:type="paragraph" w:styleId="Ttulo1">
    <w:name w:val="heading 1"/>
    <w:basedOn w:val="Normal"/>
    <w:next w:val="Normal"/>
    <w:link w:val="Ttulo1Car"/>
    <w:uiPriority w:val="9"/>
    <w:qFormat/>
    <w:rsid w:val="005F0A90"/>
    <w:pPr>
      <w:spacing w:before="240"/>
      <w:outlineLvl w:val="0"/>
    </w:pPr>
    <w:rPr>
      <w:b/>
      <w:sz w:val="24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1F6D62"/>
    <w:pPr>
      <w:outlineLvl w:val="1"/>
    </w:pPr>
  </w:style>
  <w:style w:type="paragraph" w:styleId="Ttulo3">
    <w:name w:val="heading 3"/>
    <w:basedOn w:val="Ttulo2"/>
    <w:next w:val="Normal"/>
    <w:link w:val="Ttulo3Car"/>
    <w:uiPriority w:val="9"/>
    <w:unhideWhenUsed/>
    <w:qFormat/>
    <w:rsid w:val="008007A3"/>
    <w:pPr>
      <w:outlineLvl w:val="2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EMBRETELATERAL">
    <w:name w:val="MEMBRETE LATERAL"/>
    <w:basedOn w:val="Textoindependiente"/>
    <w:link w:val="MEMBRETELATERALCar"/>
    <w:qFormat/>
    <w:rsid w:val="00331B36"/>
    <w:pPr>
      <w:spacing w:after="240" w:line="240" w:lineRule="atLeast"/>
      <w:ind w:firstLine="360"/>
      <w:jc w:val="both"/>
    </w:pPr>
    <w:rPr>
      <w:rFonts w:ascii="Arial Narrow" w:eastAsia="Times New Roman" w:hAnsi="Arial Narrow" w:cs="Times New Roman"/>
      <w:color w:val="808080" w:themeColor="background1" w:themeShade="80"/>
      <w:sz w:val="16"/>
      <w:szCs w:val="24"/>
      <w:lang w:eastAsia="es-ES"/>
    </w:rPr>
  </w:style>
  <w:style w:type="character" w:customStyle="1" w:styleId="MEMBRETELATERALCar">
    <w:name w:val="MEMBRETE LATERAL Car"/>
    <w:basedOn w:val="TextoindependienteCar"/>
    <w:link w:val="MEMBRETELATERAL"/>
    <w:rsid w:val="00331B36"/>
    <w:rPr>
      <w:rFonts w:ascii="Arial Narrow" w:eastAsia="Times New Roman" w:hAnsi="Arial Narrow" w:cs="Times New Roman"/>
      <w:color w:val="808080" w:themeColor="background1" w:themeShade="80"/>
      <w:sz w:val="16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31B3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31B36"/>
  </w:style>
  <w:style w:type="paragraph" w:styleId="Encabezado">
    <w:name w:val="header"/>
    <w:basedOn w:val="Normal"/>
    <w:link w:val="EncabezadoCar"/>
    <w:uiPriority w:val="99"/>
    <w:unhideWhenUsed/>
    <w:rsid w:val="002234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234F6"/>
  </w:style>
  <w:style w:type="paragraph" w:styleId="Piedepgina">
    <w:name w:val="footer"/>
    <w:basedOn w:val="Normal"/>
    <w:link w:val="PiedepginaCar"/>
    <w:uiPriority w:val="99"/>
    <w:unhideWhenUsed/>
    <w:rsid w:val="002234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234F6"/>
  </w:style>
  <w:style w:type="table" w:styleId="Tablaconcuadrcula">
    <w:name w:val="Table Grid"/>
    <w:basedOn w:val="Tablanormal"/>
    <w:uiPriority w:val="39"/>
    <w:rsid w:val="005C7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5F0A90"/>
    <w:rPr>
      <w:b/>
      <w:sz w:val="24"/>
    </w:rPr>
  </w:style>
  <w:style w:type="paragraph" w:styleId="Prrafodelista">
    <w:name w:val="List Paragraph"/>
    <w:aliases w:val="Superíndice,Párrafo de lista SUBCAPITULO,Título 2.,TIT 2 IND,titulo 5,List,ASPECTOS GENERALES,Iz - Párrafo de lista,Sivsa Parrafo,Titulo de Fígura,N°,NIVEL ONE,Cuadro 2-1,TITULO A,Titulo 1,Lista 123,List Paragraph1,Bulleted List,Lista1"/>
    <w:basedOn w:val="Normal"/>
    <w:link w:val="PrrafodelistaCar"/>
    <w:uiPriority w:val="34"/>
    <w:qFormat/>
    <w:rsid w:val="00D911B7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1F6D62"/>
    <w:rPr>
      <w:b/>
      <w:sz w:val="24"/>
    </w:rPr>
  </w:style>
  <w:style w:type="character" w:styleId="nfasis">
    <w:name w:val="Emphasis"/>
    <w:uiPriority w:val="20"/>
    <w:qFormat/>
    <w:rsid w:val="00176BFF"/>
    <w:rPr>
      <w:sz w:val="28"/>
    </w:rPr>
  </w:style>
  <w:style w:type="character" w:styleId="Hipervnculo">
    <w:name w:val="Hyperlink"/>
    <w:basedOn w:val="Fuentedeprrafopredeter"/>
    <w:uiPriority w:val="99"/>
    <w:unhideWhenUsed/>
    <w:rsid w:val="00C227B4"/>
    <w:rPr>
      <w:color w:val="0563C1" w:themeColor="hyperlink"/>
      <w:u w:val="single"/>
    </w:rPr>
  </w:style>
  <w:style w:type="paragraph" w:customStyle="1" w:styleId="Default">
    <w:name w:val="Default"/>
    <w:rsid w:val="00F15A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rsid w:val="008007A3"/>
    <w:rPr>
      <w:b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7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73F2"/>
    <w:rPr>
      <w:rFonts w:ascii="Segoe UI" w:hAnsi="Segoe UI" w:cs="Segoe UI"/>
      <w:sz w:val="18"/>
      <w:szCs w:val="18"/>
    </w:rPr>
  </w:style>
  <w:style w:type="paragraph" w:customStyle="1" w:styleId="Pa16">
    <w:name w:val="Pa16"/>
    <w:basedOn w:val="Normal"/>
    <w:next w:val="Normal"/>
    <w:uiPriority w:val="99"/>
    <w:rsid w:val="007C32C7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uiPriority w:val="1"/>
    <w:rsid w:val="00254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FF6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FF6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rafo2">
    <w:name w:val="parrafo_2"/>
    <w:basedOn w:val="Normal"/>
    <w:rsid w:val="00F02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rrafo">
    <w:name w:val="parrafo"/>
    <w:basedOn w:val="Normal"/>
    <w:rsid w:val="00F02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0400E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9A6D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A6DB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A6DB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A6D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A6DBC"/>
    <w:rPr>
      <w:b/>
      <w:bCs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10264B"/>
    <w:rPr>
      <w:color w:val="808080"/>
    </w:rPr>
  </w:style>
  <w:style w:type="paragraph" w:styleId="NormalWeb">
    <w:name w:val="Normal (Web)"/>
    <w:basedOn w:val="Normal"/>
    <w:uiPriority w:val="99"/>
    <w:unhideWhenUsed/>
    <w:rsid w:val="00001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6533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6533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6533A"/>
    <w:rPr>
      <w:vertAlign w:val="superscript"/>
    </w:rPr>
  </w:style>
  <w:style w:type="character" w:customStyle="1" w:styleId="PrrafodelistaCar">
    <w:name w:val="Párrafo de lista Car"/>
    <w:aliases w:val="Superíndice Car,Párrafo de lista SUBCAPITULO Car,Título 2. Car,TIT 2 IND Car,titulo 5 Car,List Car,ASPECTOS GENERALES Car,Iz - Párrafo de lista Car,Sivsa Parrafo Car,Titulo de Fígura Car,N° Car,NIVEL ONE Car,Cuadro 2-1 Car"/>
    <w:link w:val="Prrafodelista"/>
    <w:uiPriority w:val="34"/>
    <w:rsid w:val="00FD23BB"/>
  </w:style>
  <w:style w:type="paragraph" w:styleId="ndice1">
    <w:name w:val="index 1"/>
    <w:basedOn w:val="Normal"/>
    <w:next w:val="Normal"/>
    <w:semiHidden/>
    <w:rsid w:val="00EC4B97"/>
    <w:pPr>
      <w:tabs>
        <w:tab w:val="right" w:leader="dot" w:pos="9072"/>
      </w:tabs>
      <w:spacing w:after="0" w:line="240" w:lineRule="auto"/>
      <w:ind w:left="240" w:hanging="240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customStyle="1" w:styleId="paragraph">
    <w:name w:val="paragraph"/>
    <w:basedOn w:val="Normal"/>
    <w:uiPriority w:val="99"/>
    <w:rsid w:val="004E5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rsid w:val="004E5551"/>
  </w:style>
  <w:style w:type="character" w:customStyle="1" w:styleId="eop">
    <w:name w:val="eop"/>
    <w:rsid w:val="004E5551"/>
  </w:style>
  <w:style w:type="character" w:customStyle="1" w:styleId="findhit">
    <w:name w:val="findhit"/>
    <w:rsid w:val="004E5551"/>
  </w:style>
  <w:style w:type="paragraph" w:styleId="Revisin">
    <w:name w:val="Revision"/>
    <w:hidden/>
    <w:uiPriority w:val="99"/>
    <w:semiHidden/>
    <w:rsid w:val="002F4B43"/>
    <w:pPr>
      <w:spacing w:after="0" w:line="240" w:lineRule="auto"/>
    </w:pPr>
  </w:style>
  <w:style w:type="character" w:customStyle="1" w:styleId="Cuerpodeltexto">
    <w:name w:val="Cuerpo del texto_"/>
    <w:link w:val="Cuerpodeltexto0"/>
    <w:rsid w:val="007A3DA3"/>
    <w:rPr>
      <w:rFonts w:cs="Calibri"/>
      <w:sz w:val="23"/>
      <w:szCs w:val="23"/>
      <w:shd w:val="clear" w:color="auto" w:fill="FFFFFF"/>
    </w:rPr>
  </w:style>
  <w:style w:type="paragraph" w:customStyle="1" w:styleId="Cuerpodeltexto0">
    <w:name w:val="Cuerpo del texto"/>
    <w:basedOn w:val="Normal"/>
    <w:link w:val="Cuerpodeltexto"/>
    <w:rsid w:val="007A3DA3"/>
    <w:pPr>
      <w:widowControl w:val="0"/>
      <w:shd w:val="clear" w:color="auto" w:fill="FFFFFF"/>
      <w:spacing w:after="1680" w:line="0" w:lineRule="atLeast"/>
      <w:ind w:hanging="360"/>
      <w:jc w:val="center"/>
    </w:pPr>
    <w:rPr>
      <w:rFonts w:cs="Calibri"/>
      <w:sz w:val="23"/>
      <w:szCs w:val="23"/>
    </w:rPr>
  </w:style>
  <w:style w:type="character" w:styleId="Mencinsinresolver">
    <w:name w:val="Unresolved Mention"/>
    <w:basedOn w:val="Fuentedeprrafopredeter"/>
    <w:uiPriority w:val="99"/>
    <w:semiHidden/>
    <w:unhideWhenUsed/>
    <w:rsid w:val="00882016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22478F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363141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5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27123">
                  <w:marLeft w:val="0"/>
                  <w:marRight w:val="0"/>
                  <w:marTop w:val="0"/>
                  <w:marBottom w:val="0"/>
                  <w:divBdr>
                    <w:top w:val="single" w:sz="6" w:space="5" w:color="CCCCCC"/>
                    <w:left w:val="none" w:sz="0" w:space="9" w:color="auto"/>
                    <w:bottom w:val="single" w:sz="6" w:space="5" w:color="CCCCCC"/>
                    <w:right w:val="single" w:sz="6" w:space="9" w:color="CCCCCC"/>
                  </w:divBdr>
                </w:div>
              </w:divsChild>
            </w:div>
          </w:divsChild>
        </w:div>
      </w:divsChild>
    </w:div>
    <w:div w:id="1064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25518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64781">
                  <w:marLeft w:val="0"/>
                  <w:marRight w:val="0"/>
                  <w:marTop w:val="0"/>
                  <w:marBottom w:val="0"/>
                  <w:divBdr>
                    <w:top w:val="single" w:sz="6" w:space="5" w:color="CCCCCC"/>
                    <w:left w:val="none" w:sz="0" w:space="9" w:color="auto"/>
                    <w:bottom w:val="single" w:sz="6" w:space="5" w:color="CCCCCC"/>
                    <w:right w:val="single" w:sz="6" w:space="9" w:color="CCCCCC"/>
                  </w:divBdr>
                </w:div>
              </w:divsChild>
            </w:div>
          </w:divsChild>
        </w:div>
      </w:divsChild>
    </w:div>
    <w:div w:id="5757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2418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66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33134">
                  <w:marLeft w:val="0"/>
                  <w:marRight w:val="0"/>
                  <w:marTop w:val="0"/>
                  <w:marBottom w:val="0"/>
                  <w:divBdr>
                    <w:top w:val="single" w:sz="6" w:space="5" w:color="CCCCCC"/>
                    <w:left w:val="none" w:sz="0" w:space="9" w:color="auto"/>
                    <w:bottom w:val="single" w:sz="6" w:space="5" w:color="CCCCCC"/>
                    <w:right w:val="single" w:sz="6" w:space="9" w:color="CCCCCC"/>
                  </w:divBdr>
                </w:div>
              </w:divsChild>
            </w:div>
          </w:divsChild>
        </w:div>
      </w:divsChild>
    </w:div>
    <w:div w:id="68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83106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5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32615">
                  <w:marLeft w:val="0"/>
                  <w:marRight w:val="0"/>
                  <w:marTop w:val="0"/>
                  <w:marBottom w:val="0"/>
                  <w:divBdr>
                    <w:top w:val="single" w:sz="6" w:space="5" w:color="CCCCCC"/>
                    <w:left w:val="none" w:sz="0" w:space="9" w:color="auto"/>
                    <w:bottom w:val="single" w:sz="6" w:space="5" w:color="CCCCCC"/>
                    <w:right w:val="single" w:sz="6" w:space="9" w:color="CCCCCC"/>
                  </w:divBdr>
                </w:div>
              </w:divsChild>
            </w:div>
          </w:divsChild>
        </w:div>
      </w:divsChild>
    </w:div>
    <w:div w:id="849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872512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34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05350">
                  <w:marLeft w:val="0"/>
                  <w:marRight w:val="0"/>
                  <w:marTop w:val="0"/>
                  <w:marBottom w:val="0"/>
                  <w:divBdr>
                    <w:top w:val="single" w:sz="6" w:space="5" w:color="CCCCCC"/>
                    <w:left w:val="none" w:sz="0" w:space="9" w:color="auto"/>
                    <w:bottom w:val="single" w:sz="6" w:space="5" w:color="CCCCCC"/>
                    <w:right w:val="single" w:sz="6" w:space="9" w:color="CCCCCC"/>
                  </w:divBdr>
                </w:div>
              </w:divsChild>
            </w:div>
          </w:divsChild>
        </w:div>
      </w:divsChild>
    </w:div>
    <w:div w:id="8798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8192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2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21885">
                  <w:marLeft w:val="0"/>
                  <w:marRight w:val="0"/>
                  <w:marTop w:val="0"/>
                  <w:marBottom w:val="0"/>
                  <w:divBdr>
                    <w:top w:val="single" w:sz="6" w:space="5" w:color="CCCCCC"/>
                    <w:left w:val="none" w:sz="0" w:space="9" w:color="auto"/>
                    <w:bottom w:val="single" w:sz="6" w:space="5" w:color="CCCCCC"/>
                    <w:right w:val="single" w:sz="6" w:space="9" w:color="CCCCCC"/>
                  </w:divBdr>
                </w:div>
              </w:divsChild>
            </w:div>
          </w:divsChild>
        </w:div>
      </w:divsChild>
    </w:div>
    <w:div w:id="8828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97294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4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64040">
                  <w:marLeft w:val="0"/>
                  <w:marRight w:val="0"/>
                  <w:marTop w:val="0"/>
                  <w:marBottom w:val="0"/>
                  <w:divBdr>
                    <w:top w:val="single" w:sz="6" w:space="5" w:color="CCCCCC"/>
                    <w:left w:val="none" w:sz="0" w:space="9" w:color="auto"/>
                    <w:bottom w:val="single" w:sz="6" w:space="5" w:color="CCCCCC"/>
                    <w:right w:val="single" w:sz="6" w:space="9" w:color="CCCCCC"/>
                  </w:divBdr>
                </w:div>
              </w:divsChild>
            </w:div>
          </w:divsChild>
        </w:div>
      </w:divsChild>
    </w:div>
    <w:div w:id="108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7834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5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620486">
                  <w:marLeft w:val="0"/>
                  <w:marRight w:val="0"/>
                  <w:marTop w:val="0"/>
                  <w:marBottom w:val="0"/>
                  <w:divBdr>
                    <w:top w:val="single" w:sz="6" w:space="5" w:color="CCCCCC"/>
                    <w:left w:val="none" w:sz="0" w:space="9" w:color="auto"/>
                    <w:bottom w:val="single" w:sz="6" w:space="5" w:color="CCCCCC"/>
                    <w:right w:val="single" w:sz="6" w:space="9" w:color="CCCCCC"/>
                  </w:divBdr>
                </w:div>
              </w:divsChild>
            </w:div>
          </w:divsChild>
        </w:div>
      </w:divsChild>
    </w:div>
    <w:div w:id="12887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20000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73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4955">
                  <w:marLeft w:val="0"/>
                  <w:marRight w:val="0"/>
                  <w:marTop w:val="0"/>
                  <w:marBottom w:val="0"/>
                  <w:divBdr>
                    <w:top w:val="single" w:sz="6" w:space="5" w:color="CCCCCC"/>
                    <w:left w:val="none" w:sz="0" w:space="9" w:color="auto"/>
                    <w:bottom w:val="single" w:sz="6" w:space="5" w:color="CCCCCC"/>
                    <w:right w:val="single" w:sz="6" w:space="9" w:color="CCCCCC"/>
                  </w:divBdr>
                </w:div>
              </w:divsChild>
            </w:div>
          </w:divsChild>
        </w:div>
      </w:divsChild>
    </w:div>
    <w:div w:id="19157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4639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5074">
                  <w:marLeft w:val="0"/>
                  <w:marRight w:val="0"/>
                  <w:marTop w:val="0"/>
                  <w:marBottom w:val="0"/>
                  <w:divBdr>
                    <w:top w:val="single" w:sz="6" w:space="5" w:color="CCCCCC"/>
                    <w:left w:val="none" w:sz="0" w:space="9" w:color="auto"/>
                    <w:bottom w:val="single" w:sz="6" w:space="5" w:color="CCCCCC"/>
                    <w:right w:val="single" w:sz="6" w:space="9" w:color="CCCCCC"/>
                  </w:divBdr>
                </w:div>
              </w:divsChild>
            </w:div>
          </w:divsChild>
        </w:div>
      </w:divsChild>
    </w:div>
    <w:div w:id="20752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290">
          <w:marLeft w:val="-225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32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424524">
                  <w:marLeft w:val="0"/>
                  <w:marRight w:val="0"/>
                  <w:marTop w:val="0"/>
                  <w:marBottom w:val="0"/>
                  <w:divBdr>
                    <w:top w:val="single" w:sz="6" w:space="5" w:color="CCCCCC"/>
                    <w:left w:val="none" w:sz="0" w:space="9" w:color="auto"/>
                    <w:bottom w:val="single" w:sz="6" w:space="5" w:color="CCCCCC"/>
                    <w:right w:val="single" w:sz="6" w:space="9" w:color="CCCCCC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vadonga_ortiz\Documents\Plantillas%20personalizadas%20de%20Office\Modelo%20Hoja%20ITVAS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612967-f45a-4d12-8303-bc6afa15b42b">
      <Terms xmlns="http://schemas.microsoft.com/office/infopath/2007/PartnerControls"/>
    </lcf76f155ced4ddcb4097134ff3c332f>
    <TaxCatchAll xmlns="3ef8eb09-eb59-473c-a16f-731d78dbd31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47C033C1CB12D458228B6006EBEA9D0" ma:contentTypeVersion="18" ma:contentTypeDescription="Crear nuevo documento." ma:contentTypeScope="" ma:versionID="3a13e206254a6e85a972ac2fbfc077b7">
  <xsd:schema xmlns:xsd="http://www.w3.org/2001/XMLSchema" xmlns:xs="http://www.w3.org/2001/XMLSchema" xmlns:p="http://schemas.microsoft.com/office/2006/metadata/properties" xmlns:ns2="52612967-f45a-4d12-8303-bc6afa15b42b" xmlns:ns3="3ef8eb09-eb59-473c-a16f-731d78dbd31b" targetNamespace="http://schemas.microsoft.com/office/2006/metadata/properties" ma:root="true" ma:fieldsID="e5feabc78cf858e7b9b76665d42a279e" ns2:_="" ns3:_="">
    <xsd:import namespace="52612967-f45a-4d12-8303-bc6afa15b42b"/>
    <xsd:import namespace="3ef8eb09-eb59-473c-a16f-731d78dbd3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12967-f45a-4d12-8303-bc6afa15b4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2bb3b80d-6304-447d-b5fb-0752f7799b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f8eb09-eb59-473c-a16f-731d78dbd31b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093025-5920-4888-bfb1-386c967a4a85}" ma:internalName="TaxCatchAll" ma:showField="CatchAllData" ma:web="3ef8eb09-eb59-473c-a16f-731d78dbd3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BDA4E1-65F4-4104-A318-AB6C9501A753}">
  <ds:schemaRefs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3ef8eb09-eb59-473c-a16f-731d78dbd31b"/>
    <ds:schemaRef ds:uri="52612967-f45a-4d12-8303-bc6afa15b42b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DD4863B-1DD4-4A50-8481-6221AD33CA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612967-f45a-4d12-8303-bc6afa15b42b"/>
    <ds:schemaRef ds:uri="3ef8eb09-eb59-473c-a16f-731d78dbd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5A1000-F8E9-4331-B5A5-C79A66E06B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0588DC-3DA4-4235-8900-F3655D9030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Hoja ITVASA</Template>
  <TotalTime>2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VBPANAPS</dc:creator>
  <cp:lastModifiedBy>Peris Zacarías, David</cp:lastModifiedBy>
  <cp:revision>2</cp:revision>
  <cp:lastPrinted>2025-12-16T13:21:00Z</cp:lastPrinted>
  <dcterms:created xsi:type="dcterms:W3CDTF">2025-12-17T07:17:00Z</dcterms:created>
  <dcterms:modified xsi:type="dcterms:W3CDTF">2025-12-17T07:17:00Z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0x010100E47C033C1CB12D458228B6006EBEA9D0</vt:lpwstr>
  </property>
  <property fmtid="{D5CDD505-2E9C-101B-9397-08002B2CF9AE}" pid="3" name="MediaServiceImageTags">
    <vt:lpwstr/>
  </property>
</Properties>
</file>